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6BC" w:rsidRPr="00CD46BC" w:rsidRDefault="00881E2A" w:rsidP="001813AE">
      <w:pPr>
        <w:suppressAutoHyphens/>
      </w:pPr>
      <w:r w:rsidRPr="00CD46B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11342</wp:posOffset>
            </wp:positionV>
            <wp:extent cx="6119495" cy="2987749"/>
            <wp:effectExtent l="0" t="0" r="0" b="3175"/>
            <wp:wrapTight wrapText="bothSides">
              <wp:wrapPolygon edited="0">
                <wp:start x="3093" y="138"/>
                <wp:lineTo x="3093" y="4820"/>
                <wp:lineTo x="1009" y="5922"/>
                <wp:lineTo x="538" y="6335"/>
                <wp:lineTo x="403" y="7575"/>
                <wp:lineTo x="1009" y="8677"/>
                <wp:lineTo x="2084" y="9228"/>
                <wp:lineTo x="807" y="10054"/>
                <wp:lineTo x="807" y="10743"/>
                <wp:lineTo x="1681" y="11431"/>
                <wp:lineTo x="740" y="12258"/>
                <wp:lineTo x="672" y="12395"/>
                <wp:lineTo x="1009" y="13635"/>
                <wp:lineTo x="874" y="15563"/>
                <wp:lineTo x="1547" y="15838"/>
                <wp:lineTo x="4572" y="16114"/>
                <wp:lineTo x="0" y="17078"/>
                <wp:lineTo x="0" y="18731"/>
                <wp:lineTo x="7665" y="20246"/>
                <wp:lineTo x="0" y="20383"/>
                <wp:lineTo x="0" y="21485"/>
                <wp:lineTo x="8405" y="21485"/>
                <wp:lineTo x="8674" y="21485"/>
                <wp:lineTo x="10759" y="20246"/>
                <wp:lineTo x="9750" y="19006"/>
                <wp:lineTo x="5648" y="18180"/>
                <wp:lineTo x="5379" y="18042"/>
                <wp:lineTo x="9750" y="17078"/>
                <wp:lineTo x="10691" y="15838"/>
                <wp:lineTo x="7867" y="13635"/>
                <wp:lineTo x="8203" y="12671"/>
                <wp:lineTo x="7934" y="12120"/>
                <wp:lineTo x="6724" y="11431"/>
                <wp:lineTo x="8002" y="10880"/>
                <wp:lineTo x="8002" y="10054"/>
                <wp:lineTo x="6657" y="9228"/>
                <wp:lineTo x="7396" y="9228"/>
                <wp:lineTo x="8338" y="7988"/>
                <wp:lineTo x="8271" y="7024"/>
                <wp:lineTo x="21517" y="6060"/>
                <wp:lineTo x="21517" y="4958"/>
                <wp:lineTo x="5850" y="4820"/>
                <wp:lineTo x="5850" y="138"/>
                <wp:lineTo x="3093" y="138"/>
              </wp:wrapPolygon>
            </wp:wrapTight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67"/>
                    <a:stretch/>
                  </pic:blipFill>
                  <pic:spPr bwMode="auto">
                    <a:xfrm>
                      <a:off x="0" y="0"/>
                      <a:ext cx="6119495" cy="2987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6BC" w:rsidRPr="00CD46BC" w:rsidRDefault="00CD46BC" w:rsidP="001813AE">
      <w:pPr>
        <w:tabs>
          <w:tab w:val="left" w:pos="5475"/>
          <w:tab w:val="left" w:pos="5810"/>
        </w:tabs>
        <w:suppressAutoHyphens/>
      </w:pPr>
      <w:r>
        <w:tab/>
      </w:r>
      <w:r>
        <w:tab/>
      </w:r>
    </w:p>
    <w:p w:rsidR="00CD46BC" w:rsidRPr="00CD46BC" w:rsidRDefault="00891A28" w:rsidP="001813AE">
      <w:pPr>
        <w:suppressAutoHyphens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510540</wp:posOffset>
                </wp:positionV>
                <wp:extent cx="1210310" cy="241300"/>
                <wp:effectExtent l="0" t="0" r="0" b="63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8D8" w:rsidRPr="00891A28" w:rsidRDefault="000418D8">
                            <w:pPr>
                              <w:rPr>
                                <w:b/>
                                <w:color w:val="080808"/>
                                <w:sz w:val="24"/>
                              </w:rPr>
                            </w:pPr>
                            <w:r w:rsidRPr="00891A28">
                              <w:rPr>
                                <w:b/>
                                <w:color w:val="080808"/>
                                <w:sz w:val="20"/>
                              </w:rPr>
                              <w:t>КУНГУРСКОГО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04.8pt;margin-top:40.2pt;width:95.3pt;height:1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" filled="f" stroked="f">
                <v:textbox>
                  <w:txbxContent>
                    <w:p w:rsidR="000418D8" w:rsidRPr="00891A28" w:rsidRDefault="000418D8">
                      <w:pPr>
                        <w:rPr>
                          <w:b/>
                          <w:color w:val="080808"/>
                          <w:sz w:val="24"/>
                        </w:rPr>
                      </w:pPr>
                      <w:r w:rsidRPr="00891A28">
                        <w:rPr>
                          <w:b/>
                          <w:color w:val="080808"/>
                          <w:sz w:val="20"/>
                        </w:rPr>
                        <w:t>КУНГУРСКОГО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C74FA"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>
                <wp:simplePos x="0" y="0"/>
                <wp:positionH relativeFrom="column">
                  <wp:posOffset>1406525</wp:posOffset>
                </wp:positionH>
                <wp:positionV relativeFrom="paragraph">
                  <wp:posOffset>563245</wp:posOffset>
                </wp:positionV>
                <wp:extent cx="1108075" cy="144145"/>
                <wp:effectExtent l="0" t="0" r="0" b="825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075" cy="144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232FF3" id="Прямоугольник 1" o:spid="_x0000_s1026" style="position:absolute;margin-left:110.75pt;margin-top:44.35pt;width:87.25pt;height:11.35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" fillcolor="white [3212]" stroked="f" strokeweight="1pt"/>
            </w:pict>
          </mc:Fallback>
        </mc:AlternateContent>
      </w:r>
    </w:p>
    <w:p w:rsidR="00CD46BC" w:rsidRPr="00CD46BC" w:rsidRDefault="00CD46BC" w:rsidP="001813AE">
      <w:pPr>
        <w:suppressAutoHyphens/>
      </w:pPr>
    </w:p>
    <w:p w:rsidR="00CD46BC" w:rsidRPr="00CD46BC" w:rsidRDefault="001813AE" w:rsidP="001813AE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FE2D5" wp14:editId="081DD4E2">
                <wp:simplePos x="0" y="0"/>
                <wp:positionH relativeFrom="page">
                  <wp:posOffset>4302760</wp:posOffset>
                </wp:positionH>
                <wp:positionV relativeFrom="page">
                  <wp:posOffset>1195070</wp:posOffset>
                </wp:positionV>
                <wp:extent cx="2663825" cy="1339850"/>
                <wp:effectExtent l="0" t="0" r="0" b="0"/>
                <wp:wrapNone/>
                <wp:docPr id="43" name="Надпись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90A" w:rsidRDefault="00B4390A" w:rsidP="00B4390A">
                            <w:pPr>
                              <w:pStyle w:val="ac"/>
                            </w:pPr>
                            <w:r>
                              <w:t xml:space="preserve">Руководителям подведомственных учреждений </w:t>
                            </w:r>
                          </w:p>
                          <w:p w:rsidR="00CD46BC" w:rsidRDefault="00CD46BC" w:rsidP="00CD46BC">
                            <w:pPr>
                              <w:pStyle w:val="ac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FE2D5" id="Надпись 43" o:spid="_x0000_s1027" type="#_x0000_t202" style="position:absolute;margin-left:338.8pt;margin-top:94.1pt;width:209.75pt;height:10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" filled="f" stroked="f">
                <v:textbox inset="0,0,0,0">
                  <w:txbxContent>
                    <w:p w:rsidR="00B4390A" w:rsidRDefault="00B4390A" w:rsidP="00B4390A">
                      <w:pPr>
                        <w:pStyle w:val="ac"/>
                      </w:pPr>
                      <w:r>
                        <w:t xml:space="preserve">Руководителям подведомственных учреждений </w:t>
                      </w:r>
                    </w:p>
                    <w:p w:rsidR="00CD46BC" w:rsidRDefault="00CD46BC" w:rsidP="00CD46BC">
                      <w:pPr>
                        <w:pStyle w:val="ac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D46BC" w:rsidRPr="00CD46BC" w:rsidRDefault="00CD46BC" w:rsidP="001813AE">
      <w:pPr>
        <w:suppressAutoHyphens/>
      </w:pPr>
    </w:p>
    <w:p w:rsidR="00CD46BC" w:rsidRPr="00CD46BC" w:rsidRDefault="00CD46BC" w:rsidP="001813AE">
      <w:pPr>
        <w:suppressAutoHyphens/>
      </w:pPr>
    </w:p>
    <w:p w:rsidR="00CD46BC" w:rsidRPr="00CD46BC" w:rsidRDefault="00CD46BC" w:rsidP="001813AE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ACBC00" wp14:editId="6CB52576">
                <wp:simplePos x="0" y="0"/>
                <wp:positionH relativeFrom="page">
                  <wp:posOffset>2310115</wp:posOffset>
                </wp:positionH>
                <wp:positionV relativeFrom="page">
                  <wp:posOffset>2808117</wp:posOffset>
                </wp:positionV>
                <wp:extent cx="1134110" cy="182880"/>
                <wp:effectExtent l="0" t="1905" r="0" b="0"/>
                <wp:wrapNone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C00" id="Надпись 46" o:spid="_x0000_s1028" type="#_x0000_t202" style="position:absolute;margin-left:181.9pt;margin-top:221.1pt;width:89.3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ydywIAALgFAAAOAAAAZHJzL2Uyb0RvYy54bWysVM2O0zAQviPxDpbv2fxs2k2iTdFu0yCk&#10;5UdaeAA3cRqLxA6223RBHLjzCrwDBw7ceIXuGzF2mnZ/LgjIwZp4xt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D46BC" w:rsidRPr="00CD46BC" w:rsidRDefault="00CD46BC" w:rsidP="001813AE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922182</wp:posOffset>
                </wp:positionH>
                <wp:positionV relativeFrom="page">
                  <wp:posOffset>2812444</wp:posOffset>
                </wp:positionV>
                <wp:extent cx="1134110" cy="182880"/>
                <wp:effectExtent l="0" t="1905" r="0" b="0"/>
                <wp:wrapNone/>
                <wp:docPr id="44" name="Надпись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4" o:spid="_x0000_s1029" type="#_x0000_t202" style="position:absolute;margin-left:72.6pt;margin-top:221.45pt;width:89.3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UPywIAALgFAAAOAAAAZHJzL2Uyb0RvYy54bWysVM2O0zAQviPxDpbv2fxs2k2iTdFu0yCk&#10;5UdaeAA3cRqLxA6223RBHLjzCrwDBw7ceIXuGzF2mnZ/LgjIwZp4xt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86BA6" w:rsidRDefault="00CD46BC" w:rsidP="001813AE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E5436" wp14:editId="3F015862">
                <wp:simplePos x="0" y="0"/>
                <wp:positionH relativeFrom="page">
                  <wp:posOffset>2416618</wp:posOffset>
                </wp:positionH>
                <wp:positionV relativeFrom="page">
                  <wp:posOffset>3033764</wp:posOffset>
                </wp:positionV>
                <wp:extent cx="810260" cy="182880"/>
                <wp:effectExtent l="0" t="0" r="1905" b="635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E5436" id="Надпись 48" o:spid="_x0000_s1030" type="#_x0000_t202" style="position:absolute;margin-left:190.3pt;margin-top:238.9pt;width:63.8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1252324</wp:posOffset>
                </wp:positionH>
                <wp:positionV relativeFrom="page">
                  <wp:posOffset>3031062</wp:posOffset>
                </wp:positionV>
                <wp:extent cx="810260" cy="182880"/>
                <wp:effectExtent l="0" t="0" r="1905" b="635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7" o:spid="_x0000_s1031" type="#_x0000_t202" style="position:absolute;margin-left:98.6pt;margin-top:238.65pt;width:63.8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813AE" w:rsidRDefault="001813AE" w:rsidP="001813AE">
      <w:pPr>
        <w:suppressAutoHyphens/>
        <w:spacing w:before="240"/>
      </w:pPr>
    </w:p>
    <w:p w:rsidR="001813AE" w:rsidRDefault="001813AE" w:rsidP="001813AE">
      <w:pPr>
        <w:suppressAutoHyphens/>
      </w:pPr>
    </w:p>
    <w:p w:rsidR="0023344A" w:rsidRPr="0023344A" w:rsidRDefault="0023344A" w:rsidP="0023344A">
      <w:pPr>
        <w:rPr>
          <w:b/>
          <w:szCs w:val="28"/>
        </w:rPr>
      </w:pPr>
      <w:r w:rsidRPr="0023344A">
        <w:rPr>
          <w:b/>
          <w:szCs w:val="28"/>
        </w:rPr>
        <w:t xml:space="preserve">О проведении </w:t>
      </w:r>
      <w:r w:rsidR="00D224F5">
        <w:rPr>
          <w:b/>
          <w:szCs w:val="28"/>
        </w:rPr>
        <w:t>профилактических мероприятий по БДД</w:t>
      </w:r>
      <w:r w:rsidRPr="0023344A">
        <w:rPr>
          <w:b/>
          <w:szCs w:val="28"/>
        </w:rPr>
        <w:t xml:space="preserve"> </w:t>
      </w:r>
    </w:p>
    <w:p w:rsidR="00A96CB0" w:rsidRDefault="00A96CB0" w:rsidP="00A96CB0">
      <w:pPr>
        <w:suppressAutoHyphens/>
        <w:spacing w:line="240" w:lineRule="exact"/>
        <w:rPr>
          <w:b/>
        </w:rPr>
      </w:pPr>
    </w:p>
    <w:p w:rsidR="00527273" w:rsidRDefault="00527273" w:rsidP="00A96CB0">
      <w:pPr>
        <w:suppressAutoHyphens/>
        <w:spacing w:line="240" w:lineRule="exact"/>
        <w:jc w:val="center"/>
      </w:pPr>
    </w:p>
    <w:p w:rsidR="00B4390A" w:rsidRDefault="00B4390A" w:rsidP="00A96CB0">
      <w:pPr>
        <w:suppressAutoHyphens/>
        <w:spacing w:line="240" w:lineRule="exact"/>
        <w:jc w:val="center"/>
      </w:pPr>
      <w:r>
        <w:t xml:space="preserve">Уважаемые </w:t>
      </w:r>
      <w:r w:rsidR="00C27EAA">
        <w:t>руководители</w:t>
      </w:r>
      <w:r>
        <w:t>!</w:t>
      </w:r>
    </w:p>
    <w:p w:rsidR="00B4390A" w:rsidRDefault="00B4390A" w:rsidP="00B4390A">
      <w:pPr>
        <w:tabs>
          <w:tab w:val="left" w:pos="3750"/>
        </w:tabs>
        <w:jc w:val="center"/>
      </w:pPr>
    </w:p>
    <w:p w:rsidR="00D224F5" w:rsidRDefault="00D224F5" w:rsidP="003E6976">
      <w:pPr>
        <w:pStyle w:val="a6"/>
        <w:ind w:firstLine="709"/>
        <w:rPr>
          <w:szCs w:val="28"/>
        </w:rPr>
      </w:pPr>
      <w:r>
        <w:rPr>
          <w:szCs w:val="28"/>
        </w:rPr>
        <w:t xml:space="preserve">За 9 месяцев 2024 года на территории </w:t>
      </w:r>
      <w:r w:rsidR="003E6976">
        <w:rPr>
          <w:szCs w:val="28"/>
        </w:rPr>
        <w:t xml:space="preserve">Кунгурского муниципального округа </w:t>
      </w:r>
      <w:r w:rsidR="003E6976" w:rsidRPr="00A60EDF">
        <w:rPr>
          <w:szCs w:val="28"/>
        </w:rPr>
        <w:t xml:space="preserve">Пермского края </w:t>
      </w:r>
      <w:r>
        <w:rPr>
          <w:szCs w:val="28"/>
        </w:rPr>
        <w:t>зарегистрировано 14 дорожно-транспортных происшествий с участием несовершеннолетних, в результате которых 15 несовершеннолетних получили травмы различной степени тяжести.</w:t>
      </w:r>
    </w:p>
    <w:p w:rsidR="003E6976" w:rsidRPr="00A60EDF" w:rsidRDefault="00EC3F6D" w:rsidP="003E6976">
      <w:pPr>
        <w:pStyle w:val="a6"/>
        <w:ind w:firstLine="709"/>
        <w:rPr>
          <w:szCs w:val="28"/>
        </w:rPr>
      </w:pPr>
      <w:r>
        <w:rPr>
          <w:szCs w:val="28"/>
        </w:rPr>
        <w:t>По вине детей зарегистрировано 5 дорожно-транспортных происшествий</w:t>
      </w:r>
      <w:r w:rsidR="007F0565">
        <w:rPr>
          <w:szCs w:val="28"/>
        </w:rPr>
        <w:t xml:space="preserve">, в результате которых травмировано 5 несовершеннолетних, из них: по вине пешеходов зарегистрировано 1 </w:t>
      </w:r>
      <w:r w:rsidR="00A24E1D">
        <w:rPr>
          <w:szCs w:val="28"/>
        </w:rPr>
        <w:t>происшествие</w:t>
      </w:r>
      <w:r w:rsidR="007F0565">
        <w:rPr>
          <w:szCs w:val="28"/>
        </w:rPr>
        <w:t xml:space="preserve"> (переход проезжей части в неустановленном месте)</w:t>
      </w:r>
      <w:r w:rsidR="003E6976" w:rsidRPr="00A60EDF">
        <w:rPr>
          <w:szCs w:val="28"/>
        </w:rPr>
        <w:t>.</w:t>
      </w:r>
    </w:p>
    <w:p w:rsidR="00DA50F7" w:rsidRDefault="00DA50F7" w:rsidP="00DA50F7">
      <w:pPr>
        <w:pStyle w:val="a6"/>
        <w:ind w:firstLine="709"/>
        <w:rPr>
          <w:szCs w:val="28"/>
        </w:rPr>
      </w:pPr>
      <w:r>
        <w:rPr>
          <w:szCs w:val="28"/>
        </w:rPr>
        <w:t>В условиях межсезонья и сокращения светового дня, существует риск увеличения числ</w:t>
      </w:r>
      <w:r w:rsidR="00A24E1D">
        <w:rPr>
          <w:szCs w:val="28"/>
        </w:rPr>
        <w:t>а</w:t>
      </w:r>
      <w:r>
        <w:rPr>
          <w:szCs w:val="28"/>
        </w:rPr>
        <w:t xml:space="preserve"> дорожно-транспортных происшествий с участием пешеходов, в том числе детей. Самый эффективный способ обезопасить ребенка в темное время суток при переходе проезжей части – использование </w:t>
      </w:r>
      <w:proofErr w:type="spellStart"/>
      <w:r>
        <w:rPr>
          <w:szCs w:val="28"/>
        </w:rPr>
        <w:t>световозвращающих</w:t>
      </w:r>
      <w:proofErr w:type="spellEnd"/>
      <w:r>
        <w:rPr>
          <w:szCs w:val="28"/>
        </w:rPr>
        <w:t xml:space="preserve"> элементов на верхней одежде.</w:t>
      </w:r>
    </w:p>
    <w:p w:rsidR="00C94379" w:rsidRDefault="00C94379" w:rsidP="00256A86">
      <w:pPr>
        <w:pStyle w:val="a6"/>
        <w:ind w:firstLine="709"/>
        <w:rPr>
          <w:szCs w:val="28"/>
        </w:rPr>
      </w:pPr>
      <w:r>
        <w:rPr>
          <w:szCs w:val="28"/>
        </w:rPr>
        <w:t>В</w:t>
      </w:r>
      <w:r w:rsidR="00174831">
        <w:rPr>
          <w:szCs w:val="28"/>
        </w:rPr>
        <w:t xml:space="preserve"> период </w:t>
      </w:r>
      <w:r w:rsidR="00F46BA9">
        <w:rPr>
          <w:szCs w:val="28"/>
        </w:rPr>
        <w:t xml:space="preserve">с 25 октября по 08 ноября 2024 г. сотрудниками отдела Госавтоинспекции </w:t>
      </w:r>
      <w:r w:rsidR="00AC0BFC">
        <w:rPr>
          <w:szCs w:val="28"/>
        </w:rPr>
        <w:t>проводится профилактическое мероприятие «Осенние каникулы»</w:t>
      </w:r>
      <w:r w:rsidR="00F738D9">
        <w:rPr>
          <w:szCs w:val="28"/>
        </w:rPr>
        <w:t>.</w:t>
      </w:r>
      <w:r>
        <w:rPr>
          <w:szCs w:val="28"/>
        </w:rPr>
        <w:t xml:space="preserve"> </w:t>
      </w:r>
      <w:r w:rsidRPr="00C94379">
        <w:rPr>
          <w:szCs w:val="28"/>
        </w:rPr>
        <w:t>Особое внимание будет уделено профилактике нарушений Правил дорожного движения детьми, водителями транспортных средств, перевозящих детей, а также допускающих грубые нарушения Правил дорожного движения.</w:t>
      </w:r>
    </w:p>
    <w:p w:rsidR="00094583" w:rsidRDefault="00174831" w:rsidP="00016CBA">
      <w:pPr>
        <w:pStyle w:val="a6"/>
        <w:ind w:firstLine="709"/>
        <w:rPr>
          <w:szCs w:val="28"/>
        </w:rPr>
      </w:pPr>
      <w:r w:rsidRPr="00F738D9">
        <w:rPr>
          <w:szCs w:val="28"/>
        </w:rPr>
        <w:t xml:space="preserve">В целях предупреждения дорожно-транспортных происшествий с участием детей </w:t>
      </w:r>
      <w:r w:rsidR="00094583">
        <w:rPr>
          <w:szCs w:val="28"/>
        </w:rPr>
        <w:t xml:space="preserve">необходимо </w:t>
      </w:r>
      <w:r w:rsidR="00016CBA" w:rsidRPr="00016CBA">
        <w:rPr>
          <w:szCs w:val="28"/>
        </w:rPr>
        <w:t>организовать профилакти</w:t>
      </w:r>
      <w:r w:rsidR="00094583">
        <w:rPr>
          <w:szCs w:val="28"/>
        </w:rPr>
        <w:t>ч</w:t>
      </w:r>
      <w:r w:rsidR="00016CBA" w:rsidRPr="00016CBA">
        <w:rPr>
          <w:szCs w:val="28"/>
        </w:rPr>
        <w:t>е</w:t>
      </w:r>
      <w:r w:rsidR="00094583">
        <w:rPr>
          <w:szCs w:val="28"/>
        </w:rPr>
        <w:t>ские мероприятия:</w:t>
      </w:r>
    </w:p>
    <w:p w:rsidR="00016CBA" w:rsidRDefault="00FD430C" w:rsidP="00016CBA">
      <w:pPr>
        <w:pStyle w:val="a6"/>
        <w:ind w:firstLine="709"/>
        <w:rPr>
          <w:szCs w:val="28"/>
        </w:rPr>
      </w:pPr>
      <w:r>
        <w:rPr>
          <w:szCs w:val="28"/>
        </w:rPr>
        <w:t>р</w:t>
      </w:r>
      <w:r w:rsidR="00094583">
        <w:rPr>
          <w:szCs w:val="28"/>
        </w:rPr>
        <w:t xml:space="preserve">азместить статистику аварийности, рекомендации родителям по обучению детей навыкам безопасного поведения на дороге, </w:t>
      </w:r>
      <w:r w:rsidR="00B62966">
        <w:rPr>
          <w:szCs w:val="28"/>
        </w:rPr>
        <w:t xml:space="preserve">об </w:t>
      </w:r>
      <w:r w:rsidR="00094583">
        <w:rPr>
          <w:szCs w:val="28"/>
        </w:rPr>
        <w:t>особенностях поведения детей во дворе и ситуациях-ловушках при п</w:t>
      </w:r>
      <w:r w:rsidR="00175AD7">
        <w:rPr>
          <w:szCs w:val="28"/>
        </w:rPr>
        <w:t>ереходе проезжей части на сайтах, в «уголках безопасности», в родительских чатах (приложение 1);</w:t>
      </w:r>
    </w:p>
    <w:p w:rsidR="00175AD7" w:rsidRPr="00016CBA" w:rsidRDefault="00FD430C" w:rsidP="00016CBA">
      <w:pPr>
        <w:pStyle w:val="a6"/>
        <w:ind w:firstLine="709"/>
        <w:rPr>
          <w:szCs w:val="28"/>
        </w:rPr>
      </w:pPr>
      <w:r>
        <w:rPr>
          <w:szCs w:val="28"/>
        </w:rPr>
        <w:lastRenderedPageBreak/>
        <w:t>о</w:t>
      </w:r>
      <w:r w:rsidR="00175AD7">
        <w:rPr>
          <w:szCs w:val="28"/>
        </w:rPr>
        <w:t>рганизовать участие семей с детьми в</w:t>
      </w:r>
      <w:r w:rsidR="00D1128C">
        <w:rPr>
          <w:szCs w:val="28"/>
        </w:rPr>
        <w:t xml:space="preserve"> краевом онлайн-конкурсе «Сделай </w:t>
      </w:r>
      <w:proofErr w:type="spellStart"/>
      <w:r w:rsidR="00D1128C">
        <w:rPr>
          <w:szCs w:val="28"/>
        </w:rPr>
        <w:t>фликер</w:t>
      </w:r>
      <w:proofErr w:type="spellEnd"/>
      <w:r w:rsidR="00EA57DF">
        <w:rPr>
          <w:szCs w:val="28"/>
        </w:rPr>
        <w:t>»</w:t>
      </w:r>
      <w:r w:rsidR="00D12C5A">
        <w:rPr>
          <w:szCs w:val="28"/>
        </w:rPr>
        <w:t xml:space="preserve"> с 25.10.2024 по 03.11.2024</w:t>
      </w:r>
      <w:r w:rsidR="00EA57DF">
        <w:rPr>
          <w:szCs w:val="28"/>
        </w:rPr>
        <w:t>. Заявки</w:t>
      </w:r>
      <w:r w:rsidR="00562F44">
        <w:rPr>
          <w:szCs w:val="28"/>
        </w:rPr>
        <w:t xml:space="preserve"> </w:t>
      </w:r>
      <w:r w:rsidR="00D12C5A">
        <w:rPr>
          <w:szCs w:val="28"/>
        </w:rPr>
        <w:t>с согласием на обработку персональных</w:t>
      </w:r>
      <w:r w:rsidR="00B62966" w:rsidRPr="00B62966">
        <w:rPr>
          <w:szCs w:val="28"/>
        </w:rPr>
        <w:t xml:space="preserve"> </w:t>
      </w:r>
      <w:r w:rsidR="00B62966">
        <w:rPr>
          <w:szCs w:val="28"/>
        </w:rPr>
        <w:t>данных,</w:t>
      </w:r>
      <w:r w:rsidR="00B62966">
        <w:rPr>
          <w:szCs w:val="28"/>
        </w:rPr>
        <w:t xml:space="preserve"> видеоролик </w:t>
      </w:r>
      <w:r w:rsidR="00EA57DF">
        <w:rPr>
          <w:szCs w:val="28"/>
        </w:rPr>
        <w:t>направлять в отдел Госавтоинспекции</w:t>
      </w:r>
      <w:r w:rsidR="00BC610E">
        <w:rPr>
          <w:szCs w:val="28"/>
        </w:rPr>
        <w:t xml:space="preserve"> на адрес электронной почты: </w:t>
      </w:r>
      <w:proofErr w:type="spellStart"/>
      <w:r w:rsidR="00BC610E">
        <w:rPr>
          <w:szCs w:val="28"/>
          <w:lang w:val="en-US"/>
        </w:rPr>
        <w:t>p</w:t>
      </w:r>
      <w:r w:rsidR="005356BF">
        <w:rPr>
          <w:szCs w:val="28"/>
          <w:lang w:val="en-US"/>
        </w:rPr>
        <w:t>b</w:t>
      </w:r>
      <w:r w:rsidR="00BC610E">
        <w:rPr>
          <w:szCs w:val="28"/>
          <w:lang w:val="en-US"/>
        </w:rPr>
        <w:t>dd</w:t>
      </w:r>
      <w:r w:rsidR="005356BF">
        <w:rPr>
          <w:szCs w:val="28"/>
          <w:lang w:val="en-US"/>
        </w:rPr>
        <w:t>kungur</w:t>
      </w:r>
      <w:proofErr w:type="spellEnd"/>
      <w:r w:rsidR="005356BF">
        <w:rPr>
          <w:szCs w:val="28"/>
        </w:rPr>
        <w:t>@</w:t>
      </w:r>
      <w:proofErr w:type="spellStart"/>
      <w:r w:rsidR="005356BF">
        <w:rPr>
          <w:szCs w:val="28"/>
        </w:rPr>
        <w:t>mail</w:t>
      </w:r>
      <w:proofErr w:type="spellEnd"/>
      <w:r w:rsidR="005356BF">
        <w:rPr>
          <w:szCs w:val="28"/>
        </w:rPr>
        <w:t>.</w:t>
      </w:r>
      <w:proofErr w:type="spellStart"/>
      <w:r w:rsidR="005356BF">
        <w:rPr>
          <w:szCs w:val="28"/>
          <w:lang w:val="en-US"/>
        </w:rPr>
        <w:t>ru</w:t>
      </w:r>
      <w:proofErr w:type="spellEnd"/>
      <w:r w:rsidR="00BC610E">
        <w:rPr>
          <w:szCs w:val="28"/>
        </w:rPr>
        <w:t xml:space="preserve"> </w:t>
      </w:r>
      <w:r w:rsidR="007A2E3F">
        <w:rPr>
          <w:szCs w:val="28"/>
        </w:rPr>
        <w:t xml:space="preserve">либо по адресу: </w:t>
      </w:r>
      <w:proofErr w:type="spellStart"/>
      <w:r w:rsidR="007A2E3F">
        <w:rPr>
          <w:szCs w:val="28"/>
        </w:rPr>
        <w:t>г.Кунгур</w:t>
      </w:r>
      <w:proofErr w:type="spellEnd"/>
      <w:r w:rsidR="007A2E3F">
        <w:rPr>
          <w:szCs w:val="28"/>
        </w:rPr>
        <w:t xml:space="preserve">, </w:t>
      </w:r>
      <w:proofErr w:type="spellStart"/>
      <w:r w:rsidR="007A2E3F">
        <w:rPr>
          <w:szCs w:val="28"/>
        </w:rPr>
        <w:t>ул.К.Маркса</w:t>
      </w:r>
      <w:proofErr w:type="spellEnd"/>
      <w:r w:rsidR="007A2E3F">
        <w:rPr>
          <w:szCs w:val="28"/>
        </w:rPr>
        <w:t xml:space="preserve"> 27Б, </w:t>
      </w:r>
      <w:proofErr w:type="spellStart"/>
      <w:r w:rsidR="007A2E3F">
        <w:rPr>
          <w:szCs w:val="28"/>
        </w:rPr>
        <w:t>каб</w:t>
      </w:r>
      <w:proofErr w:type="spellEnd"/>
      <w:r w:rsidR="007A2E3F">
        <w:rPr>
          <w:szCs w:val="28"/>
        </w:rPr>
        <w:t xml:space="preserve">. 60 </w:t>
      </w:r>
      <w:r w:rsidR="00BC610E">
        <w:rPr>
          <w:szCs w:val="28"/>
        </w:rPr>
        <w:t>до 03.11.2024</w:t>
      </w:r>
      <w:r w:rsidR="005356BF">
        <w:rPr>
          <w:szCs w:val="28"/>
        </w:rPr>
        <w:t xml:space="preserve"> </w:t>
      </w:r>
      <w:r w:rsidR="00EA57DF">
        <w:rPr>
          <w:szCs w:val="28"/>
        </w:rPr>
        <w:t>(приложение 2)</w:t>
      </w:r>
      <w:r w:rsidR="00D12C5A">
        <w:rPr>
          <w:szCs w:val="28"/>
        </w:rPr>
        <w:t>;</w:t>
      </w:r>
    </w:p>
    <w:p w:rsidR="002419F7" w:rsidRDefault="002419F7" w:rsidP="002419F7">
      <w:pPr>
        <w:pStyle w:val="a6"/>
        <w:ind w:firstLine="709"/>
        <w:rPr>
          <w:szCs w:val="28"/>
        </w:rPr>
      </w:pPr>
      <w:r w:rsidRPr="002419F7">
        <w:rPr>
          <w:szCs w:val="28"/>
        </w:rPr>
        <w:t>провести</w:t>
      </w:r>
      <w:r>
        <w:rPr>
          <w:szCs w:val="28"/>
        </w:rPr>
        <w:t xml:space="preserve"> </w:t>
      </w:r>
      <w:r w:rsidRPr="002419F7">
        <w:rPr>
          <w:szCs w:val="28"/>
        </w:rPr>
        <w:t>дополнительные просветительские мероприятия по безопасности дорожного</w:t>
      </w:r>
      <w:r>
        <w:rPr>
          <w:szCs w:val="28"/>
        </w:rPr>
        <w:t xml:space="preserve"> </w:t>
      </w:r>
      <w:r w:rsidRPr="002419F7">
        <w:rPr>
          <w:szCs w:val="28"/>
        </w:rPr>
        <w:t xml:space="preserve">движения для детей и родителей с разъяснением </w:t>
      </w:r>
      <w:r w:rsidR="00CC3A44">
        <w:rPr>
          <w:szCs w:val="28"/>
        </w:rPr>
        <w:t xml:space="preserve">о </w:t>
      </w:r>
      <w:r w:rsidRPr="002419F7">
        <w:rPr>
          <w:szCs w:val="28"/>
        </w:rPr>
        <w:t>необходимости применения</w:t>
      </w:r>
      <w:r>
        <w:rPr>
          <w:szCs w:val="28"/>
        </w:rPr>
        <w:t xml:space="preserve"> </w:t>
      </w:r>
      <w:proofErr w:type="spellStart"/>
      <w:r w:rsidRPr="002419F7">
        <w:rPr>
          <w:szCs w:val="28"/>
        </w:rPr>
        <w:t>световозвращающих</w:t>
      </w:r>
      <w:proofErr w:type="spellEnd"/>
      <w:r w:rsidRPr="002419F7">
        <w:rPr>
          <w:szCs w:val="28"/>
        </w:rPr>
        <w:t xml:space="preserve"> элементов;</w:t>
      </w:r>
    </w:p>
    <w:p w:rsidR="002419F7" w:rsidRDefault="002419F7" w:rsidP="002419F7">
      <w:pPr>
        <w:pStyle w:val="a6"/>
        <w:ind w:firstLine="709"/>
        <w:rPr>
          <w:szCs w:val="28"/>
        </w:rPr>
      </w:pPr>
      <w:r w:rsidRPr="002419F7">
        <w:rPr>
          <w:szCs w:val="28"/>
        </w:rPr>
        <w:t>при взаимодействии с объединениями родительской</w:t>
      </w:r>
      <w:r>
        <w:rPr>
          <w:szCs w:val="28"/>
        </w:rPr>
        <w:t xml:space="preserve"> </w:t>
      </w:r>
      <w:r w:rsidRPr="002419F7">
        <w:rPr>
          <w:szCs w:val="28"/>
        </w:rPr>
        <w:t>общественности «родительский патруль» организовать мероприятия вблизи</w:t>
      </w:r>
      <w:r>
        <w:rPr>
          <w:szCs w:val="28"/>
        </w:rPr>
        <w:t xml:space="preserve"> </w:t>
      </w:r>
      <w:r w:rsidRPr="002419F7">
        <w:rPr>
          <w:szCs w:val="28"/>
        </w:rPr>
        <w:t>образовательных организаций по контролю использования обучающими</w:t>
      </w:r>
      <w:r>
        <w:rPr>
          <w:szCs w:val="28"/>
        </w:rPr>
        <w:t xml:space="preserve"> </w:t>
      </w:r>
      <w:proofErr w:type="spellStart"/>
      <w:r w:rsidRPr="002419F7">
        <w:rPr>
          <w:szCs w:val="28"/>
        </w:rPr>
        <w:t>световозвращающих</w:t>
      </w:r>
      <w:proofErr w:type="spellEnd"/>
      <w:r w:rsidRPr="002419F7">
        <w:rPr>
          <w:szCs w:val="28"/>
        </w:rPr>
        <w:t xml:space="preserve"> элементов;</w:t>
      </w:r>
    </w:p>
    <w:p w:rsidR="002419F7" w:rsidRDefault="002419F7" w:rsidP="002419F7">
      <w:pPr>
        <w:pStyle w:val="a6"/>
        <w:ind w:firstLine="709"/>
        <w:rPr>
          <w:szCs w:val="28"/>
        </w:rPr>
      </w:pPr>
      <w:r w:rsidRPr="002419F7">
        <w:rPr>
          <w:szCs w:val="28"/>
        </w:rPr>
        <w:t>использовать при проведении «минуток безопасности»</w:t>
      </w:r>
      <w:r>
        <w:rPr>
          <w:szCs w:val="28"/>
        </w:rPr>
        <w:t xml:space="preserve"> </w:t>
      </w:r>
      <w:proofErr w:type="spellStart"/>
      <w:r w:rsidRPr="002419F7">
        <w:rPr>
          <w:szCs w:val="28"/>
        </w:rPr>
        <w:t>инфографические</w:t>
      </w:r>
      <w:proofErr w:type="spellEnd"/>
      <w:r w:rsidRPr="002419F7">
        <w:rPr>
          <w:szCs w:val="28"/>
        </w:rPr>
        <w:t xml:space="preserve"> материалы, разработанные ГУОБДД МВД России</w:t>
      </w:r>
      <w:r>
        <w:rPr>
          <w:szCs w:val="28"/>
        </w:rPr>
        <w:t xml:space="preserve"> </w:t>
      </w:r>
      <w:r w:rsidRPr="002419F7">
        <w:rPr>
          <w:szCs w:val="28"/>
        </w:rPr>
        <w:t>(Приложение</w:t>
      </w:r>
      <w:r w:rsidR="00A9312A">
        <w:rPr>
          <w:szCs w:val="28"/>
        </w:rPr>
        <w:t xml:space="preserve"> 3</w:t>
      </w:r>
      <w:r w:rsidRPr="002419F7">
        <w:rPr>
          <w:szCs w:val="28"/>
        </w:rPr>
        <w:t>)</w:t>
      </w:r>
      <w:r w:rsidR="00A9312A">
        <w:rPr>
          <w:szCs w:val="28"/>
        </w:rPr>
        <w:t>.</w:t>
      </w:r>
    </w:p>
    <w:p w:rsidR="00D645B1" w:rsidRDefault="00C75A5B" w:rsidP="00D645B1">
      <w:pPr>
        <w:pStyle w:val="a6"/>
        <w:ind w:firstLine="709"/>
        <w:rPr>
          <w:szCs w:val="28"/>
        </w:rPr>
      </w:pPr>
      <w:r>
        <w:rPr>
          <w:szCs w:val="28"/>
        </w:rPr>
        <w:t>И</w:t>
      </w:r>
      <w:r w:rsidRPr="006E47E0">
        <w:rPr>
          <w:szCs w:val="28"/>
        </w:rPr>
        <w:t xml:space="preserve">нформацию </w:t>
      </w:r>
      <w:r w:rsidR="00DD6D22">
        <w:rPr>
          <w:szCs w:val="28"/>
        </w:rPr>
        <w:t xml:space="preserve">о проведенных </w:t>
      </w:r>
      <w:r w:rsidR="00780289" w:rsidRPr="00780289">
        <w:rPr>
          <w:szCs w:val="28"/>
        </w:rPr>
        <w:t>мероприяти</w:t>
      </w:r>
      <w:r w:rsidR="00DD6D22">
        <w:rPr>
          <w:szCs w:val="28"/>
        </w:rPr>
        <w:t>ях</w:t>
      </w:r>
      <w:r w:rsidR="00780289" w:rsidRPr="00780289">
        <w:rPr>
          <w:szCs w:val="28"/>
        </w:rPr>
        <w:t xml:space="preserve"> заполнять по ссылке, размещённой на сервисе «</w:t>
      </w:r>
      <w:proofErr w:type="spellStart"/>
      <w:r w:rsidR="00780289" w:rsidRPr="00780289">
        <w:rPr>
          <w:szCs w:val="28"/>
        </w:rPr>
        <w:t>Яндекс.Документы</w:t>
      </w:r>
      <w:proofErr w:type="spellEnd"/>
      <w:r w:rsidR="00780289" w:rsidRPr="00780289">
        <w:rPr>
          <w:szCs w:val="28"/>
        </w:rPr>
        <w:t xml:space="preserve">»: </w:t>
      </w:r>
      <w:hyperlink r:id="rId9" w:history="1">
        <w:r w:rsidR="00FF376E" w:rsidRPr="003D0880">
          <w:rPr>
            <w:rStyle w:val="af0"/>
            <w:szCs w:val="28"/>
          </w:rPr>
          <w:t>https://disk.yandex.ru/i/5X19IJ2kTbATDg</w:t>
        </w:r>
      </w:hyperlink>
      <w:r w:rsidR="00780289">
        <w:rPr>
          <w:szCs w:val="28"/>
        </w:rPr>
        <w:t xml:space="preserve"> </w:t>
      </w:r>
      <w:r w:rsidRPr="00B3759E">
        <w:rPr>
          <w:szCs w:val="28"/>
        </w:rPr>
        <w:t xml:space="preserve">в срок до </w:t>
      </w:r>
      <w:r w:rsidR="00780289">
        <w:rPr>
          <w:szCs w:val="28"/>
        </w:rPr>
        <w:t>08</w:t>
      </w:r>
      <w:r w:rsidRPr="00B3759E">
        <w:rPr>
          <w:szCs w:val="28"/>
        </w:rPr>
        <w:t>.</w:t>
      </w:r>
      <w:r w:rsidR="00D645B1">
        <w:rPr>
          <w:szCs w:val="28"/>
        </w:rPr>
        <w:t>1</w:t>
      </w:r>
      <w:r w:rsidR="00DA2EE5">
        <w:rPr>
          <w:szCs w:val="28"/>
        </w:rPr>
        <w:t>1</w:t>
      </w:r>
      <w:r w:rsidRPr="00B3759E">
        <w:rPr>
          <w:szCs w:val="28"/>
        </w:rPr>
        <w:t>.202</w:t>
      </w:r>
      <w:r w:rsidR="007C00F9">
        <w:rPr>
          <w:szCs w:val="28"/>
        </w:rPr>
        <w:t>4</w:t>
      </w:r>
      <w:r w:rsidR="00D645B1">
        <w:rPr>
          <w:szCs w:val="28"/>
        </w:rPr>
        <w:t>.</w:t>
      </w:r>
    </w:p>
    <w:p w:rsidR="0023344A" w:rsidRDefault="0023344A" w:rsidP="00DA2EE5">
      <w:pPr>
        <w:pStyle w:val="a6"/>
        <w:spacing w:before="720" w:after="1440"/>
        <w:ind w:firstLine="709"/>
        <w:rPr>
          <w:bCs/>
          <w:szCs w:val="28"/>
        </w:rPr>
      </w:pPr>
      <w:r>
        <w:rPr>
          <w:szCs w:val="28"/>
        </w:rPr>
        <w:t xml:space="preserve">Приложение: на </w:t>
      </w:r>
      <w:r w:rsidR="00415FAF">
        <w:rPr>
          <w:szCs w:val="28"/>
        </w:rPr>
        <w:t>1</w:t>
      </w:r>
      <w:r w:rsidR="00B55A28">
        <w:rPr>
          <w:szCs w:val="28"/>
        </w:rPr>
        <w:t>7</w:t>
      </w:r>
      <w:bookmarkStart w:id="0" w:name="_GoBack"/>
      <w:bookmarkEnd w:id="0"/>
      <w:r>
        <w:rPr>
          <w:szCs w:val="28"/>
        </w:rPr>
        <w:t xml:space="preserve"> л. в 1 экз.</w:t>
      </w:r>
      <w:r w:rsidR="00CC3D05" w:rsidRPr="00CC3D05">
        <w:t xml:space="preserve"> </w:t>
      </w:r>
    </w:p>
    <w:p w:rsidR="00621BB2" w:rsidRDefault="00B4390A" w:rsidP="00415FAF">
      <w:pPr>
        <w:pStyle w:val="ac"/>
        <w:spacing w:before="1440" w:line="360" w:lineRule="exact"/>
        <w:jc w:val="both"/>
        <w:rPr>
          <w:szCs w:val="28"/>
        </w:rPr>
      </w:pPr>
      <w:r>
        <w:rPr>
          <w:szCs w:val="28"/>
        </w:rPr>
        <w:t xml:space="preserve">С уважением, </w:t>
      </w:r>
    </w:p>
    <w:p w:rsidR="00B4390A" w:rsidRDefault="000C5652" w:rsidP="00621BB2">
      <w:pPr>
        <w:pStyle w:val="ac"/>
        <w:spacing w:line="360" w:lineRule="exact"/>
        <w:jc w:val="both"/>
        <w:rPr>
          <w:szCs w:val="28"/>
        </w:rPr>
      </w:pPr>
      <w:r>
        <w:rPr>
          <w:szCs w:val="28"/>
        </w:rPr>
        <w:t>н</w:t>
      </w:r>
      <w:r w:rsidR="00B4390A">
        <w:rPr>
          <w:szCs w:val="28"/>
        </w:rPr>
        <w:t xml:space="preserve">ачальник                                                            </w:t>
      </w:r>
      <w:r w:rsidR="00621BB2">
        <w:rPr>
          <w:szCs w:val="28"/>
        </w:rPr>
        <w:t xml:space="preserve">                               </w:t>
      </w:r>
      <w:r w:rsidR="0023344A">
        <w:rPr>
          <w:szCs w:val="28"/>
        </w:rPr>
        <w:t>О.А.Паршакова</w:t>
      </w:r>
    </w:p>
    <w:p w:rsidR="00950015" w:rsidRDefault="00950015" w:rsidP="00B4390A">
      <w:pPr>
        <w:jc w:val="both"/>
        <w:rPr>
          <w:sz w:val="20"/>
        </w:rPr>
      </w:pPr>
    </w:p>
    <w:p w:rsidR="00D536AB" w:rsidRDefault="00D536AB" w:rsidP="00B4390A">
      <w:pPr>
        <w:jc w:val="both"/>
        <w:rPr>
          <w:sz w:val="20"/>
        </w:rPr>
      </w:pPr>
    </w:p>
    <w:p w:rsidR="00D536AB" w:rsidRDefault="00D536AB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415FAF" w:rsidRDefault="00415FAF" w:rsidP="00B4390A">
      <w:pPr>
        <w:jc w:val="both"/>
        <w:rPr>
          <w:sz w:val="20"/>
        </w:rPr>
      </w:pPr>
    </w:p>
    <w:p w:rsidR="00102F78" w:rsidRDefault="00B4390A" w:rsidP="00B4390A">
      <w:pPr>
        <w:jc w:val="both"/>
        <w:rPr>
          <w:sz w:val="24"/>
        </w:rPr>
      </w:pPr>
      <w:r w:rsidRPr="00621BB2">
        <w:rPr>
          <w:sz w:val="20"/>
        </w:rPr>
        <w:t xml:space="preserve">Юшкова Нина Викторовна, 8 (34 271) 6 47 20, </w:t>
      </w:r>
      <w:r w:rsidRPr="00D07C7F">
        <w:rPr>
          <w:sz w:val="24"/>
        </w:rPr>
        <w:t>доб.2</w:t>
      </w:r>
      <w:r>
        <w:rPr>
          <w:sz w:val="24"/>
        </w:rPr>
        <w:t>12</w:t>
      </w:r>
    </w:p>
    <w:sectPr w:rsidR="00102F78" w:rsidSect="00A24E1D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7" w:h="16840" w:code="9"/>
      <w:pgMar w:top="567" w:right="851" w:bottom="1135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75D" w:rsidRDefault="0023075D">
      <w:r>
        <w:separator/>
      </w:r>
    </w:p>
  </w:endnote>
  <w:endnote w:type="continuationSeparator" w:id="0">
    <w:p w:rsidR="0023075D" w:rsidRDefault="0023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B12253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B12253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75D" w:rsidRDefault="0023075D">
      <w:r>
        <w:separator/>
      </w:r>
    </w:p>
  </w:footnote>
  <w:footnote w:type="continuationSeparator" w:id="0">
    <w:p w:rsidR="0023075D" w:rsidRDefault="00230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994D36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1225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994D36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1225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55A28">
      <w:rPr>
        <w:rStyle w:val="ae"/>
        <w:noProof/>
      </w:rPr>
      <w:t>2</w:t>
    </w:r>
    <w:r>
      <w:rPr>
        <w:rStyle w:val="ae"/>
      </w:rPr>
      <w:fldChar w:fldCharType="end"/>
    </w:r>
  </w:p>
  <w:p w:rsidR="00B12253" w:rsidRDefault="00B122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8" type="#_x0000_t75" alt="📢" style="width:12pt;height:12pt;visibility:visible;mso-wrap-style:square" o:bullet="t">
        <v:imagedata r:id="rId1" o:title="📢"/>
      </v:shape>
    </w:pict>
  </w:numPicBullet>
  <w:abstractNum w:abstractNumId="0" w15:restartNumberingAfterBreak="0">
    <w:nsid w:val="106773FA"/>
    <w:multiLevelType w:val="hybridMultilevel"/>
    <w:tmpl w:val="1F9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62709"/>
    <w:multiLevelType w:val="hybridMultilevel"/>
    <w:tmpl w:val="4C8E6A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0B2F"/>
    <w:multiLevelType w:val="hybridMultilevel"/>
    <w:tmpl w:val="8556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03FEA"/>
    <w:multiLevelType w:val="hybridMultilevel"/>
    <w:tmpl w:val="7A3E2C86"/>
    <w:lvl w:ilvl="0" w:tplc="B5DA1A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610391"/>
    <w:multiLevelType w:val="multilevel"/>
    <w:tmpl w:val="FFD07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25"/>
    <w:rsid w:val="00016CBA"/>
    <w:rsid w:val="000239C8"/>
    <w:rsid w:val="00027491"/>
    <w:rsid w:val="00031EB5"/>
    <w:rsid w:val="000320E4"/>
    <w:rsid w:val="00036460"/>
    <w:rsid w:val="000418D8"/>
    <w:rsid w:val="00066C67"/>
    <w:rsid w:val="00073159"/>
    <w:rsid w:val="0007358C"/>
    <w:rsid w:val="00086F24"/>
    <w:rsid w:val="00091359"/>
    <w:rsid w:val="00094583"/>
    <w:rsid w:val="000961E4"/>
    <w:rsid w:val="000A1018"/>
    <w:rsid w:val="000A1249"/>
    <w:rsid w:val="000A1573"/>
    <w:rsid w:val="000C5652"/>
    <w:rsid w:val="000C7351"/>
    <w:rsid w:val="000D327F"/>
    <w:rsid w:val="000F744E"/>
    <w:rsid w:val="00102F78"/>
    <w:rsid w:val="00136C19"/>
    <w:rsid w:val="001450B8"/>
    <w:rsid w:val="001617A8"/>
    <w:rsid w:val="00174831"/>
    <w:rsid w:val="00175AD7"/>
    <w:rsid w:val="001813AE"/>
    <w:rsid w:val="00191FB7"/>
    <w:rsid w:val="00192D6A"/>
    <w:rsid w:val="0019325C"/>
    <w:rsid w:val="001D007C"/>
    <w:rsid w:val="001D1569"/>
    <w:rsid w:val="001E599D"/>
    <w:rsid w:val="001F69A3"/>
    <w:rsid w:val="002055E2"/>
    <w:rsid w:val="00217977"/>
    <w:rsid w:val="0023075D"/>
    <w:rsid w:val="0023344A"/>
    <w:rsid w:val="002419F7"/>
    <w:rsid w:val="00252BE5"/>
    <w:rsid w:val="00255013"/>
    <w:rsid w:val="00256A86"/>
    <w:rsid w:val="0028108D"/>
    <w:rsid w:val="0028575D"/>
    <w:rsid w:val="002864B2"/>
    <w:rsid w:val="0028655A"/>
    <w:rsid w:val="00290178"/>
    <w:rsid w:val="002A1714"/>
    <w:rsid w:val="002D6A76"/>
    <w:rsid w:val="002E0EAA"/>
    <w:rsid w:val="002F4BB1"/>
    <w:rsid w:val="003009BF"/>
    <w:rsid w:val="00314BFB"/>
    <w:rsid w:val="00340E97"/>
    <w:rsid w:val="00353DEB"/>
    <w:rsid w:val="00374D41"/>
    <w:rsid w:val="003807C0"/>
    <w:rsid w:val="003A6890"/>
    <w:rsid w:val="003A6FFC"/>
    <w:rsid w:val="003B5D08"/>
    <w:rsid w:val="003D3930"/>
    <w:rsid w:val="003D58B9"/>
    <w:rsid w:val="003E0226"/>
    <w:rsid w:val="003E5046"/>
    <w:rsid w:val="003E6976"/>
    <w:rsid w:val="00415FAF"/>
    <w:rsid w:val="004170ED"/>
    <w:rsid w:val="00424902"/>
    <w:rsid w:val="004448E6"/>
    <w:rsid w:val="0045173F"/>
    <w:rsid w:val="00482187"/>
    <w:rsid w:val="004B76F8"/>
    <w:rsid w:val="004C4B6D"/>
    <w:rsid w:val="004D22BC"/>
    <w:rsid w:val="004D318B"/>
    <w:rsid w:val="004F34AC"/>
    <w:rsid w:val="004F39C6"/>
    <w:rsid w:val="004F4125"/>
    <w:rsid w:val="004F68BF"/>
    <w:rsid w:val="005160B5"/>
    <w:rsid w:val="00527273"/>
    <w:rsid w:val="00534011"/>
    <w:rsid w:val="005356BF"/>
    <w:rsid w:val="0053612B"/>
    <w:rsid w:val="005438E0"/>
    <w:rsid w:val="005450D4"/>
    <w:rsid w:val="005505FE"/>
    <w:rsid w:val="00551188"/>
    <w:rsid w:val="00552ADF"/>
    <w:rsid w:val="00562F44"/>
    <w:rsid w:val="00574711"/>
    <w:rsid w:val="005A7226"/>
    <w:rsid w:val="005B4E8B"/>
    <w:rsid w:val="005D6022"/>
    <w:rsid w:val="005E639B"/>
    <w:rsid w:val="006073FA"/>
    <w:rsid w:val="00616BB1"/>
    <w:rsid w:val="0062044F"/>
    <w:rsid w:val="00621554"/>
    <w:rsid w:val="00621BB2"/>
    <w:rsid w:val="006333E0"/>
    <w:rsid w:val="00643EF4"/>
    <w:rsid w:val="00661E04"/>
    <w:rsid w:val="006630E4"/>
    <w:rsid w:val="00694CCA"/>
    <w:rsid w:val="00695F25"/>
    <w:rsid w:val="006A577D"/>
    <w:rsid w:val="006B41A8"/>
    <w:rsid w:val="006D443E"/>
    <w:rsid w:val="006E4257"/>
    <w:rsid w:val="006F508D"/>
    <w:rsid w:val="006F71D9"/>
    <w:rsid w:val="00704AE4"/>
    <w:rsid w:val="00724EFB"/>
    <w:rsid w:val="00736B92"/>
    <w:rsid w:val="00750814"/>
    <w:rsid w:val="00753260"/>
    <w:rsid w:val="00760388"/>
    <w:rsid w:val="00761D5E"/>
    <w:rsid w:val="00780289"/>
    <w:rsid w:val="00787C24"/>
    <w:rsid w:val="007A2E3F"/>
    <w:rsid w:val="007B14E4"/>
    <w:rsid w:val="007C00F9"/>
    <w:rsid w:val="007D74B2"/>
    <w:rsid w:val="007E5F58"/>
    <w:rsid w:val="007F0565"/>
    <w:rsid w:val="007F62D0"/>
    <w:rsid w:val="00805FCA"/>
    <w:rsid w:val="00813D20"/>
    <w:rsid w:val="00824A76"/>
    <w:rsid w:val="0085173B"/>
    <w:rsid w:val="00861BE3"/>
    <w:rsid w:val="00875736"/>
    <w:rsid w:val="00881E2A"/>
    <w:rsid w:val="00883980"/>
    <w:rsid w:val="00886BA6"/>
    <w:rsid w:val="00891A28"/>
    <w:rsid w:val="008A300E"/>
    <w:rsid w:val="008A5312"/>
    <w:rsid w:val="008B1501"/>
    <w:rsid w:val="008C082A"/>
    <w:rsid w:val="008C0DCF"/>
    <w:rsid w:val="008C41D1"/>
    <w:rsid w:val="008D460F"/>
    <w:rsid w:val="008D564B"/>
    <w:rsid w:val="008D6BE3"/>
    <w:rsid w:val="008E0D07"/>
    <w:rsid w:val="008E1C1D"/>
    <w:rsid w:val="00946A6E"/>
    <w:rsid w:val="00950015"/>
    <w:rsid w:val="00953DC2"/>
    <w:rsid w:val="00955452"/>
    <w:rsid w:val="00973EE1"/>
    <w:rsid w:val="00983927"/>
    <w:rsid w:val="00994D36"/>
    <w:rsid w:val="009C74FA"/>
    <w:rsid w:val="009D34A4"/>
    <w:rsid w:val="009E48FD"/>
    <w:rsid w:val="00A020FB"/>
    <w:rsid w:val="00A02124"/>
    <w:rsid w:val="00A20CAB"/>
    <w:rsid w:val="00A24E1D"/>
    <w:rsid w:val="00A5124E"/>
    <w:rsid w:val="00A63A3C"/>
    <w:rsid w:val="00A7019E"/>
    <w:rsid w:val="00A726EC"/>
    <w:rsid w:val="00A86FEF"/>
    <w:rsid w:val="00A9312A"/>
    <w:rsid w:val="00A96CB0"/>
    <w:rsid w:val="00AA20F3"/>
    <w:rsid w:val="00AB2284"/>
    <w:rsid w:val="00AB61AD"/>
    <w:rsid w:val="00AC0BFC"/>
    <w:rsid w:val="00AF682C"/>
    <w:rsid w:val="00AF7319"/>
    <w:rsid w:val="00B12253"/>
    <w:rsid w:val="00B17F20"/>
    <w:rsid w:val="00B366FC"/>
    <w:rsid w:val="00B4390A"/>
    <w:rsid w:val="00B4508E"/>
    <w:rsid w:val="00B4528C"/>
    <w:rsid w:val="00B51B7C"/>
    <w:rsid w:val="00B555AA"/>
    <w:rsid w:val="00B55A28"/>
    <w:rsid w:val="00B56C9F"/>
    <w:rsid w:val="00B62966"/>
    <w:rsid w:val="00B71DA1"/>
    <w:rsid w:val="00B7218D"/>
    <w:rsid w:val="00B75926"/>
    <w:rsid w:val="00B9061B"/>
    <w:rsid w:val="00BB2DC6"/>
    <w:rsid w:val="00BB545F"/>
    <w:rsid w:val="00BC4603"/>
    <w:rsid w:val="00BC610E"/>
    <w:rsid w:val="00BE4B5D"/>
    <w:rsid w:val="00BE59AB"/>
    <w:rsid w:val="00BF0AA5"/>
    <w:rsid w:val="00C11CD6"/>
    <w:rsid w:val="00C27EAA"/>
    <w:rsid w:val="00C367CE"/>
    <w:rsid w:val="00C4710E"/>
    <w:rsid w:val="00C75A5B"/>
    <w:rsid w:val="00C76D98"/>
    <w:rsid w:val="00C813BC"/>
    <w:rsid w:val="00C8303E"/>
    <w:rsid w:val="00C91D2D"/>
    <w:rsid w:val="00C94379"/>
    <w:rsid w:val="00C97BDE"/>
    <w:rsid w:val="00CA6B06"/>
    <w:rsid w:val="00CB0CD4"/>
    <w:rsid w:val="00CB1D33"/>
    <w:rsid w:val="00CC3A44"/>
    <w:rsid w:val="00CC3D05"/>
    <w:rsid w:val="00CD46BC"/>
    <w:rsid w:val="00CD72B4"/>
    <w:rsid w:val="00CE2627"/>
    <w:rsid w:val="00D1128C"/>
    <w:rsid w:val="00D12C5A"/>
    <w:rsid w:val="00D22187"/>
    <w:rsid w:val="00D224F5"/>
    <w:rsid w:val="00D23F18"/>
    <w:rsid w:val="00D3165D"/>
    <w:rsid w:val="00D51DC3"/>
    <w:rsid w:val="00D536AB"/>
    <w:rsid w:val="00D645B1"/>
    <w:rsid w:val="00D6769F"/>
    <w:rsid w:val="00D712A8"/>
    <w:rsid w:val="00D72E52"/>
    <w:rsid w:val="00D97212"/>
    <w:rsid w:val="00DA24F6"/>
    <w:rsid w:val="00DA2EE5"/>
    <w:rsid w:val="00DA50F7"/>
    <w:rsid w:val="00DB3748"/>
    <w:rsid w:val="00DD6D22"/>
    <w:rsid w:val="00DE2B91"/>
    <w:rsid w:val="00DF4430"/>
    <w:rsid w:val="00E246F5"/>
    <w:rsid w:val="00E44BE7"/>
    <w:rsid w:val="00E47DB1"/>
    <w:rsid w:val="00E614D0"/>
    <w:rsid w:val="00E71089"/>
    <w:rsid w:val="00E72812"/>
    <w:rsid w:val="00E8211E"/>
    <w:rsid w:val="00E90928"/>
    <w:rsid w:val="00E97E85"/>
    <w:rsid w:val="00EA57DF"/>
    <w:rsid w:val="00EB1CF6"/>
    <w:rsid w:val="00EB2B5B"/>
    <w:rsid w:val="00EB400D"/>
    <w:rsid w:val="00EB74C4"/>
    <w:rsid w:val="00EC3F6D"/>
    <w:rsid w:val="00EC71DC"/>
    <w:rsid w:val="00EE5B8A"/>
    <w:rsid w:val="00F20FE0"/>
    <w:rsid w:val="00F245EE"/>
    <w:rsid w:val="00F31206"/>
    <w:rsid w:val="00F34240"/>
    <w:rsid w:val="00F46037"/>
    <w:rsid w:val="00F46BA9"/>
    <w:rsid w:val="00F60E07"/>
    <w:rsid w:val="00F67441"/>
    <w:rsid w:val="00F738D9"/>
    <w:rsid w:val="00F906BA"/>
    <w:rsid w:val="00F919B8"/>
    <w:rsid w:val="00FA6EAF"/>
    <w:rsid w:val="00FB32C3"/>
    <w:rsid w:val="00FC033E"/>
    <w:rsid w:val="00FC0FBD"/>
    <w:rsid w:val="00FC50FC"/>
    <w:rsid w:val="00FC517F"/>
    <w:rsid w:val="00FD415B"/>
    <w:rsid w:val="00FD430C"/>
    <w:rsid w:val="00FD550A"/>
    <w:rsid w:val="00FE5574"/>
    <w:rsid w:val="00FF27A5"/>
    <w:rsid w:val="00FF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C4824"/>
  <w15:docId w15:val="{BF54AD72-7A8A-48EA-A8FE-18C33E00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49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ink w:val="a7"/>
    <w:rsid w:val="00DA24F6"/>
    <w:pPr>
      <w:spacing w:line="360" w:lineRule="exact"/>
      <w:ind w:firstLine="720"/>
      <w:jc w:val="both"/>
    </w:pPr>
  </w:style>
  <w:style w:type="paragraph" w:customStyle="1" w:styleId="a8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footer"/>
    <w:basedOn w:val="a"/>
    <w:rsid w:val="00DA24F6"/>
    <w:pPr>
      <w:suppressAutoHyphens/>
    </w:pPr>
    <w:rPr>
      <w:sz w:val="20"/>
    </w:rPr>
  </w:style>
  <w:style w:type="paragraph" w:styleId="aa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rsid w:val="00DA24F6"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e">
    <w:name w:val="page number"/>
    <w:basedOn w:val="a0"/>
    <w:rsid w:val="00DA24F6"/>
  </w:style>
  <w:style w:type="paragraph" w:styleId="af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character" w:styleId="af0">
    <w:name w:val="Hyperlink"/>
    <w:rsid w:val="00B71DA1"/>
    <w:rPr>
      <w:color w:val="0563C1"/>
      <w:u w:val="single"/>
    </w:rPr>
  </w:style>
  <w:style w:type="character" w:customStyle="1" w:styleId="a7">
    <w:name w:val="Основной текст Знак"/>
    <w:basedOn w:val="a0"/>
    <w:link w:val="a6"/>
    <w:rsid w:val="00073159"/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CD46BC"/>
    <w:rPr>
      <w:sz w:val="28"/>
    </w:rPr>
  </w:style>
  <w:style w:type="paragraph" w:styleId="af1">
    <w:name w:val="List Paragraph"/>
    <w:basedOn w:val="a"/>
    <w:uiPriority w:val="34"/>
    <w:qFormat/>
    <w:rsid w:val="00B4390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1"/>
    <w:uiPriority w:val="59"/>
    <w:rsid w:val="008B1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5X19IJ2kTbATDg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&#1055;&#1080;&#1089;&#1100;&#1084;&#1086;_&#1072;&#1076;&#1084;_&#1050;&#1052;&#1054;_&#1055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B1966-D8C8-476A-9417-EFBF0972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Письмо_адм_КМО_ПК</Template>
  <TotalTime>11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2021-08-06T08:20:00Z</cp:lastPrinted>
  <dcterms:created xsi:type="dcterms:W3CDTF">2024-10-28T08:25:00Z</dcterms:created>
  <dcterms:modified xsi:type="dcterms:W3CDTF">2024-10-28T08:54:00Z</dcterms:modified>
</cp:coreProperties>
</file>