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46BC" w:rsidRPr="00CD46BC" w:rsidRDefault="00881E2A" w:rsidP="001813AE">
      <w:pPr>
        <w:suppressAutoHyphens/>
      </w:pPr>
      <w:r w:rsidRPr="00CD46BC"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11342</wp:posOffset>
            </wp:positionV>
            <wp:extent cx="6119495" cy="2987749"/>
            <wp:effectExtent l="0" t="0" r="0" b="3175"/>
            <wp:wrapTight wrapText="bothSides">
              <wp:wrapPolygon edited="0">
                <wp:start x="3093" y="138"/>
                <wp:lineTo x="3093" y="4820"/>
                <wp:lineTo x="1009" y="5922"/>
                <wp:lineTo x="538" y="6335"/>
                <wp:lineTo x="403" y="7575"/>
                <wp:lineTo x="1009" y="8677"/>
                <wp:lineTo x="2084" y="9228"/>
                <wp:lineTo x="807" y="10054"/>
                <wp:lineTo x="807" y="10743"/>
                <wp:lineTo x="1681" y="11431"/>
                <wp:lineTo x="740" y="12258"/>
                <wp:lineTo x="672" y="12395"/>
                <wp:lineTo x="1009" y="13635"/>
                <wp:lineTo x="874" y="15563"/>
                <wp:lineTo x="1547" y="15838"/>
                <wp:lineTo x="4572" y="16114"/>
                <wp:lineTo x="0" y="17078"/>
                <wp:lineTo x="0" y="18731"/>
                <wp:lineTo x="7665" y="20246"/>
                <wp:lineTo x="0" y="20383"/>
                <wp:lineTo x="0" y="21485"/>
                <wp:lineTo x="8405" y="21485"/>
                <wp:lineTo x="8674" y="21485"/>
                <wp:lineTo x="10759" y="20246"/>
                <wp:lineTo x="9750" y="19006"/>
                <wp:lineTo x="5648" y="18180"/>
                <wp:lineTo x="5379" y="18042"/>
                <wp:lineTo x="9750" y="17078"/>
                <wp:lineTo x="10691" y="15838"/>
                <wp:lineTo x="7867" y="13635"/>
                <wp:lineTo x="8203" y="12671"/>
                <wp:lineTo x="7934" y="12120"/>
                <wp:lineTo x="6724" y="11431"/>
                <wp:lineTo x="8002" y="10880"/>
                <wp:lineTo x="8002" y="10054"/>
                <wp:lineTo x="6657" y="9228"/>
                <wp:lineTo x="7396" y="9228"/>
                <wp:lineTo x="8338" y="7988"/>
                <wp:lineTo x="8271" y="7024"/>
                <wp:lineTo x="21517" y="6060"/>
                <wp:lineTo x="21517" y="4958"/>
                <wp:lineTo x="5850" y="4820"/>
                <wp:lineTo x="5850" y="138"/>
                <wp:lineTo x="3093" y="138"/>
              </wp:wrapPolygon>
            </wp:wrapTight>
            <wp:docPr id="42" name="Рисунок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7167"/>
                    <a:stretch/>
                  </pic:blipFill>
                  <pic:spPr bwMode="auto">
                    <a:xfrm>
                      <a:off x="0" y="0"/>
                      <a:ext cx="6119495" cy="29877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D46BC" w:rsidRPr="00CD46BC" w:rsidRDefault="00CD46BC" w:rsidP="001813AE">
      <w:pPr>
        <w:tabs>
          <w:tab w:val="left" w:pos="5475"/>
          <w:tab w:val="left" w:pos="5810"/>
        </w:tabs>
        <w:suppressAutoHyphens/>
      </w:pPr>
      <w:r>
        <w:tab/>
      </w:r>
      <w:r>
        <w:tab/>
      </w:r>
    </w:p>
    <w:p w:rsidR="00CD46BC" w:rsidRPr="00CD46BC" w:rsidRDefault="00011261" w:rsidP="001813AE">
      <w:pPr>
        <w:suppressAutoHyphens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4D107DF2" wp14:editId="0CBC7838">
                <wp:simplePos x="0" y="0"/>
                <wp:positionH relativeFrom="column">
                  <wp:posOffset>1197610</wp:posOffset>
                </wp:positionH>
                <wp:positionV relativeFrom="paragraph">
                  <wp:posOffset>520065</wp:posOffset>
                </wp:positionV>
                <wp:extent cx="1210310" cy="241300"/>
                <wp:effectExtent l="0" t="0" r="0" b="6350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10310" cy="2413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418D8" w:rsidRPr="00891A28" w:rsidRDefault="000418D8">
                            <w:pPr>
                              <w:rPr>
                                <w:b/>
                                <w:color w:val="080808"/>
                                <w:sz w:val="24"/>
                              </w:rPr>
                            </w:pPr>
                            <w:r w:rsidRPr="00891A28">
                              <w:rPr>
                                <w:b/>
                                <w:color w:val="080808"/>
                                <w:sz w:val="20"/>
                              </w:rPr>
                              <w:t>КУНГУРСКОГО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D107DF2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94.3pt;margin-top:40.95pt;width:95.3pt;height:19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" filled="f" stroked="f">
                <v:textbox>
                  <w:txbxContent>
                    <w:p w:rsidR="000418D8" w:rsidRPr="00891A28" w:rsidRDefault="000418D8">
                      <w:pPr>
                        <w:rPr>
                          <w:b/>
                          <w:color w:val="080808"/>
                          <w:sz w:val="24"/>
                        </w:rPr>
                      </w:pPr>
                      <w:r w:rsidRPr="00891A28">
                        <w:rPr>
                          <w:b/>
                          <w:color w:val="080808"/>
                          <w:sz w:val="20"/>
                        </w:rPr>
                        <w:t>КУНГУРСКОГО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856A64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2D6F6E9" wp14:editId="1BCB3D29">
                <wp:simplePos x="0" y="0"/>
                <wp:positionH relativeFrom="page">
                  <wp:posOffset>4302760</wp:posOffset>
                </wp:positionH>
                <wp:positionV relativeFrom="page">
                  <wp:posOffset>1509395</wp:posOffset>
                </wp:positionV>
                <wp:extent cx="2663825" cy="1339850"/>
                <wp:effectExtent l="0" t="0" r="0" b="0"/>
                <wp:wrapNone/>
                <wp:docPr id="43" name="Надпись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63825" cy="1339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4390A" w:rsidRDefault="00B4390A" w:rsidP="00B4390A">
                            <w:pPr>
                              <w:pStyle w:val="ac"/>
                            </w:pPr>
                            <w:r>
                              <w:t xml:space="preserve">Руководителям подведомственных учреждений </w:t>
                            </w:r>
                          </w:p>
                          <w:p w:rsidR="00CD46BC" w:rsidRDefault="00CD46BC" w:rsidP="00CD46BC">
                            <w:pPr>
                              <w:pStyle w:val="ac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D6F6E9" id="Надпись 43" o:spid="_x0000_s1027" type="#_x0000_t202" style="position:absolute;margin-left:338.8pt;margin-top:118.85pt;width:209.75pt;height:105.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" filled="f" stroked="f">
                <v:textbox inset="0,0,0,0">
                  <w:txbxContent>
                    <w:p w:rsidR="00B4390A" w:rsidRDefault="00B4390A" w:rsidP="00B4390A">
                      <w:pPr>
                        <w:pStyle w:val="ac"/>
                      </w:pPr>
                      <w:r>
                        <w:t xml:space="preserve">Руководителям подведомственных учреждений </w:t>
                      </w:r>
                    </w:p>
                    <w:p w:rsidR="00CD46BC" w:rsidRDefault="00CD46BC" w:rsidP="00CD46BC">
                      <w:pPr>
                        <w:pStyle w:val="ac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9C74FA">
        <w:rPr>
          <w:noProof/>
        </w:rPr>
        <mc:AlternateContent>
          <mc:Choice Requires="wps">
            <w:drawing>
              <wp:anchor distT="0" distB="0" distL="114300" distR="114300" simplePos="0" relativeHeight="251666431" behindDoc="0" locked="0" layoutInCell="1" allowOverlap="1" wp14:anchorId="47B45A44" wp14:editId="6CF7C95A">
                <wp:simplePos x="0" y="0"/>
                <wp:positionH relativeFrom="column">
                  <wp:posOffset>1251585</wp:posOffset>
                </wp:positionH>
                <wp:positionV relativeFrom="paragraph">
                  <wp:posOffset>563245</wp:posOffset>
                </wp:positionV>
                <wp:extent cx="1108075" cy="144145"/>
                <wp:effectExtent l="0" t="0" r="0" b="8255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08075" cy="14414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6F07317" id="Прямоугольник 1" o:spid="_x0000_s1026" style="position:absolute;margin-left:98.55pt;margin-top:44.35pt;width:87.25pt;height:11.35pt;z-index:25166643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" fillcolor="white [3212]" stroked="f" strokeweight="1pt"/>
            </w:pict>
          </mc:Fallback>
        </mc:AlternateContent>
      </w:r>
    </w:p>
    <w:p w:rsidR="00CD46BC" w:rsidRPr="00CD46BC" w:rsidRDefault="00CD46BC" w:rsidP="001813AE">
      <w:pPr>
        <w:suppressAutoHyphens/>
      </w:pPr>
    </w:p>
    <w:p w:rsidR="00CD46BC" w:rsidRPr="00CD46BC" w:rsidRDefault="00CD46BC" w:rsidP="001813AE">
      <w:pPr>
        <w:suppressAutoHyphens/>
      </w:pPr>
    </w:p>
    <w:p w:rsidR="00CD46BC" w:rsidRPr="00CD46BC" w:rsidRDefault="00CD46BC" w:rsidP="001813AE">
      <w:pPr>
        <w:suppressAutoHyphens/>
      </w:pPr>
    </w:p>
    <w:p w:rsidR="00CD46BC" w:rsidRPr="00CD46BC" w:rsidRDefault="00CD46BC" w:rsidP="001813AE">
      <w:pPr>
        <w:suppressAutoHyphens/>
      </w:pPr>
    </w:p>
    <w:p w:rsidR="00CD46BC" w:rsidRPr="00CD46BC" w:rsidRDefault="00CD46BC" w:rsidP="001813AE">
      <w:pPr>
        <w:suppressAutoHyphens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BACBC00" wp14:editId="6CB52576">
                <wp:simplePos x="0" y="0"/>
                <wp:positionH relativeFrom="page">
                  <wp:posOffset>2310115</wp:posOffset>
                </wp:positionH>
                <wp:positionV relativeFrom="page">
                  <wp:posOffset>2808117</wp:posOffset>
                </wp:positionV>
                <wp:extent cx="1134110" cy="182880"/>
                <wp:effectExtent l="0" t="1905" r="0" b="0"/>
                <wp:wrapNone/>
                <wp:docPr id="46" name="Надпись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4110" cy="182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D46BC" w:rsidRDefault="00CD46BC" w:rsidP="00CD46BC">
                            <w:pPr>
                              <w:pStyle w:val="a3"/>
                              <w:rPr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ACBC00" id="Надпись 46" o:spid="_x0000_s1028" type="#_x0000_t202" style="position:absolute;margin-left:181.9pt;margin-top:221.1pt;width:89.3pt;height:14.4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" filled="f" stroked="f">
                <v:textbox inset="0,0,0,0">
                  <w:txbxContent>
                    <w:p w:rsidR="00CD46BC" w:rsidRDefault="00CD46BC" w:rsidP="00CD46BC">
                      <w:pPr>
                        <w:pStyle w:val="a3"/>
                        <w:rPr>
                          <w:szCs w:val="2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CD46BC" w:rsidRPr="00CD46BC" w:rsidRDefault="00CD46BC" w:rsidP="001813AE">
      <w:pPr>
        <w:suppressAutoHyphens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page">
                  <wp:posOffset>922182</wp:posOffset>
                </wp:positionH>
                <wp:positionV relativeFrom="page">
                  <wp:posOffset>2812444</wp:posOffset>
                </wp:positionV>
                <wp:extent cx="1134110" cy="182880"/>
                <wp:effectExtent l="0" t="1905" r="0" b="0"/>
                <wp:wrapNone/>
                <wp:docPr id="44" name="Надпись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4110" cy="182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D46BC" w:rsidRDefault="00CD46BC" w:rsidP="00CD46BC">
                            <w:pPr>
                              <w:pStyle w:val="a3"/>
                              <w:rPr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44" o:spid="_x0000_s1029" type="#_x0000_t202" style="position:absolute;margin-left:72.6pt;margin-top:221.45pt;width:89.3pt;height:14.4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" filled="f" stroked="f">
                <v:textbox inset="0,0,0,0">
                  <w:txbxContent>
                    <w:p w:rsidR="00CD46BC" w:rsidRDefault="00CD46BC" w:rsidP="00CD46BC">
                      <w:pPr>
                        <w:pStyle w:val="a3"/>
                        <w:rPr>
                          <w:szCs w:val="2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886BA6" w:rsidRDefault="00CD46BC" w:rsidP="001813AE">
      <w:pPr>
        <w:suppressAutoHyphens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34E5436" wp14:editId="3F015862">
                <wp:simplePos x="0" y="0"/>
                <wp:positionH relativeFrom="page">
                  <wp:posOffset>2416618</wp:posOffset>
                </wp:positionH>
                <wp:positionV relativeFrom="page">
                  <wp:posOffset>3033764</wp:posOffset>
                </wp:positionV>
                <wp:extent cx="810260" cy="182880"/>
                <wp:effectExtent l="0" t="0" r="1905" b="635"/>
                <wp:wrapNone/>
                <wp:docPr id="48" name="Надпись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10260" cy="182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D46BC" w:rsidRDefault="00CD46BC" w:rsidP="00CD46BC">
                            <w:pPr>
                              <w:pStyle w:val="a3"/>
                              <w:rPr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4E5436" id="Надпись 48" o:spid="_x0000_s1030" type="#_x0000_t202" style="position:absolute;margin-left:190.3pt;margin-top:238.9pt;width:63.8pt;height:14.4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" filled="f" stroked="f">
                <v:textbox inset="0,0,0,0">
                  <w:txbxContent>
                    <w:p w:rsidR="00CD46BC" w:rsidRDefault="00CD46BC" w:rsidP="00CD46BC">
                      <w:pPr>
                        <w:pStyle w:val="a3"/>
                        <w:rPr>
                          <w:szCs w:val="2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page">
                  <wp:posOffset>1252324</wp:posOffset>
                </wp:positionH>
                <wp:positionV relativeFrom="page">
                  <wp:posOffset>3031062</wp:posOffset>
                </wp:positionV>
                <wp:extent cx="810260" cy="182880"/>
                <wp:effectExtent l="0" t="0" r="1905" b="635"/>
                <wp:wrapNone/>
                <wp:docPr id="47" name="Надпись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10260" cy="182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D46BC" w:rsidRDefault="00CD46BC" w:rsidP="00CD46BC">
                            <w:pPr>
                              <w:pStyle w:val="a3"/>
                              <w:rPr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47" o:spid="_x0000_s1031" type="#_x0000_t202" style="position:absolute;margin-left:98.6pt;margin-top:238.65pt;width:63.8pt;height:14.4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" filled="f" stroked="f">
                <v:textbox inset="0,0,0,0">
                  <w:txbxContent>
                    <w:p w:rsidR="00CD46BC" w:rsidRDefault="00CD46BC" w:rsidP="00CD46BC">
                      <w:pPr>
                        <w:pStyle w:val="a3"/>
                        <w:rPr>
                          <w:szCs w:val="2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1813AE" w:rsidRDefault="001813AE" w:rsidP="001813AE">
      <w:pPr>
        <w:suppressAutoHyphens/>
        <w:spacing w:before="240"/>
      </w:pPr>
    </w:p>
    <w:p w:rsidR="001813AE" w:rsidRDefault="001813AE" w:rsidP="001813AE">
      <w:pPr>
        <w:suppressAutoHyphens/>
      </w:pPr>
    </w:p>
    <w:p w:rsidR="00193C9E" w:rsidRDefault="004D22BC" w:rsidP="00193C9E">
      <w:pPr>
        <w:suppressAutoHyphens/>
        <w:spacing w:line="240" w:lineRule="exact"/>
        <w:rPr>
          <w:b/>
        </w:rPr>
      </w:pPr>
      <w:r w:rsidRPr="004D22BC">
        <w:rPr>
          <w:b/>
        </w:rPr>
        <w:t>О</w:t>
      </w:r>
      <w:r w:rsidR="00B37E9F">
        <w:rPr>
          <w:b/>
        </w:rPr>
        <w:t xml:space="preserve"> </w:t>
      </w:r>
      <w:r w:rsidR="00193C9E">
        <w:rPr>
          <w:b/>
        </w:rPr>
        <w:t>про</w:t>
      </w:r>
      <w:r w:rsidR="00011261">
        <w:rPr>
          <w:b/>
        </w:rPr>
        <w:t xml:space="preserve">ведении </w:t>
      </w:r>
      <w:r w:rsidR="007C5E06">
        <w:rPr>
          <w:b/>
        </w:rPr>
        <w:t>профилактических мероприятий</w:t>
      </w:r>
    </w:p>
    <w:p w:rsidR="00011261" w:rsidRDefault="00011261" w:rsidP="00193C9E">
      <w:pPr>
        <w:suppressAutoHyphens/>
        <w:spacing w:line="240" w:lineRule="exact"/>
      </w:pPr>
    </w:p>
    <w:p w:rsidR="00D049DA" w:rsidRDefault="00B4390A" w:rsidP="00D049DA">
      <w:pPr>
        <w:suppressAutoHyphens/>
        <w:spacing w:line="240" w:lineRule="exact"/>
        <w:jc w:val="center"/>
      </w:pPr>
      <w:r>
        <w:t xml:space="preserve">Уважаемые </w:t>
      </w:r>
      <w:r w:rsidR="00C27EAA">
        <w:t>руководители</w:t>
      </w:r>
      <w:r>
        <w:t>!</w:t>
      </w:r>
    </w:p>
    <w:p w:rsidR="00D049DA" w:rsidRDefault="00D049DA" w:rsidP="00D049DA">
      <w:pPr>
        <w:suppressAutoHyphens/>
        <w:spacing w:line="240" w:lineRule="exact"/>
        <w:jc w:val="center"/>
      </w:pPr>
    </w:p>
    <w:p w:rsidR="007732A5" w:rsidRDefault="00E3013C" w:rsidP="007C5E06">
      <w:pPr>
        <w:pStyle w:val="a6"/>
        <w:ind w:firstLine="709"/>
      </w:pPr>
      <w:r>
        <w:t>По данным Главного управления МЧС России по Пермскому краю с</w:t>
      </w:r>
      <w:r w:rsidR="007C5E06">
        <w:t xml:space="preserve"> начала 2024 года во время пожаров погибли девять детей</w:t>
      </w:r>
      <w:r w:rsidR="006E02E1">
        <w:t>.</w:t>
      </w:r>
      <w:r w:rsidR="00096941">
        <w:t xml:space="preserve"> П</w:t>
      </w:r>
      <w:r w:rsidR="00096941" w:rsidRPr="00096941">
        <w:t xml:space="preserve">оследний трагический случай произошел в ночь на 21 октября в поселке Уральский </w:t>
      </w:r>
      <w:proofErr w:type="spellStart"/>
      <w:r w:rsidR="00096941" w:rsidRPr="00096941">
        <w:t>Нытвенского</w:t>
      </w:r>
      <w:proofErr w:type="spellEnd"/>
      <w:r w:rsidR="00096941" w:rsidRPr="00096941">
        <w:t xml:space="preserve"> округа. Во время пожара в многоквартирном деревянном доме погибли трое мальчиков 1, 3 и 5 лет.</w:t>
      </w:r>
      <w:r w:rsidR="00096941">
        <w:t xml:space="preserve"> </w:t>
      </w:r>
      <w:r w:rsidR="007732A5" w:rsidRPr="007732A5">
        <w:t>Основными причинами возникновения пожаров стали: неосторожное обращение с огнем и нарушение правил устройства и эксплуатации электрооборудования.</w:t>
      </w:r>
    </w:p>
    <w:p w:rsidR="007732A5" w:rsidRDefault="007732A5" w:rsidP="007C5E06">
      <w:pPr>
        <w:pStyle w:val="a6"/>
        <w:ind w:firstLine="709"/>
      </w:pPr>
      <w:r>
        <w:t>В</w:t>
      </w:r>
      <w:r w:rsidRPr="007732A5">
        <w:t xml:space="preserve"> целях предупреждения гибели людей на пожарах </w:t>
      </w:r>
      <w:r>
        <w:t xml:space="preserve">просим организовать информационную кампанию с несовершеннолетними и родителями (законными представителями) по профилактике травматизма и гибели детей на пожарах с размещением информационных материалов </w:t>
      </w:r>
      <w:r w:rsidR="00F43007">
        <w:t xml:space="preserve">на стенах, </w:t>
      </w:r>
      <w:r w:rsidR="00A210FD">
        <w:t xml:space="preserve">экранах, </w:t>
      </w:r>
      <w:r w:rsidR="00F43007">
        <w:t xml:space="preserve">официальных сайтах и официальных страницах </w:t>
      </w:r>
      <w:r w:rsidR="006A6CA3">
        <w:t>организации</w:t>
      </w:r>
      <w:r w:rsidR="00F43007">
        <w:t>, а также с выдачей памяток и буклетов.</w:t>
      </w:r>
    </w:p>
    <w:p w:rsidR="00EF7A3C" w:rsidRDefault="005E57DA" w:rsidP="007C5E06">
      <w:pPr>
        <w:pStyle w:val="a6"/>
        <w:ind w:firstLine="709"/>
      </w:pPr>
      <w:r>
        <w:t xml:space="preserve">Направляем план </w:t>
      </w:r>
      <w:r w:rsidR="00EF7A3C">
        <w:t>комплексных мер и профилактических мероприятий по предупреждению пожаров, снижению гибели и травматизма людей на пожарах на территории Кунгурского муниципального округа Пермского края в осенне-зимний пожароопасный период 2024-2025 гг.</w:t>
      </w:r>
      <w:r w:rsidR="00607319">
        <w:t>, утвержденный постановлением администрации Кунгурского муниципального округа пермского края от 15.10.2024 № 271-01-09-1413 и комплексный план совместных мероприятий в области гражданской обороны, защиты от чрезвычайных ситуаций на водных объектах Кунг</w:t>
      </w:r>
      <w:bookmarkStart w:id="0" w:name="_GoBack"/>
      <w:bookmarkEnd w:id="0"/>
      <w:r w:rsidR="00607319">
        <w:t>урского муниципального округа Пермского края на 2024-2025 учебный год</w:t>
      </w:r>
      <w:r w:rsidR="00EF7A3C">
        <w:t xml:space="preserve"> </w:t>
      </w:r>
      <w:r>
        <w:t>д</w:t>
      </w:r>
      <w:r w:rsidRPr="0004161C">
        <w:t xml:space="preserve">ля </w:t>
      </w:r>
      <w:r>
        <w:t>исполнения в части касающейся</w:t>
      </w:r>
      <w:r w:rsidR="00EF7A3C">
        <w:t xml:space="preserve"> и </w:t>
      </w:r>
      <w:r>
        <w:t xml:space="preserve">проведения </w:t>
      </w:r>
      <w:r w:rsidRPr="0004161C">
        <w:t>профилактической работы по пожарной безопасности</w:t>
      </w:r>
      <w:r w:rsidR="00A0314D">
        <w:t>.</w:t>
      </w:r>
    </w:p>
    <w:p w:rsidR="00527273" w:rsidRDefault="003B5D08" w:rsidP="007C5E06">
      <w:pPr>
        <w:pStyle w:val="a6"/>
        <w:ind w:firstLine="709"/>
      </w:pPr>
      <w:r>
        <w:rPr>
          <w:szCs w:val="28"/>
        </w:rPr>
        <w:lastRenderedPageBreak/>
        <w:t xml:space="preserve">Информацию </w:t>
      </w:r>
      <w:r w:rsidR="00193C9E" w:rsidRPr="00193C9E">
        <w:t xml:space="preserve">о </w:t>
      </w:r>
      <w:r w:rsidR="00F55E19">
        <w:t xml:space="preserve">проведенных </w:t>
      </w:r>
      <w:r w:rsidR="00193C9E" w:rsidRPr="00193C9E">
        <w:t xml:space="preserve">мероприятиях </w:t>
      </w:r>
      <w:r w:rsidR="00D41C7B" w:rsidRPr="00D41C7B">
        <w:t>необходимо заполнить по ссылке, размещённой на сервисе «</w:t>
      </w:r>
      <w:proofErr w:type="spellStart"/>
      <w:r w:rsidR="00D41C7B" w:rsidRPr="00D41C7B">
        <w:t>Яндекс.Документы</w:t>
      </w:r>
      <w:proofErr w:type="spellEnd"/>
      <w:r w:rsidR="00D41C7B" w:rsidRPr="00D41C7B">
        <w:t xml:space="preserve">»: </w:t>
      </w:r>
      <w:hyperlink r:id="rId9" w:history="1">
        <w:r w:rsidR="005C52B3" w:rsidRPr="003D0880">
          <w:rPr>
            <w:rStyle w:val="af0"/>
          </w:rPr>
          <w:t>https://disk.yandex.ru/i/Euv21VFQy3Xdgg</w:t>
        </w:r>
      </w:hyperlink>
      <w:r w:rsidR="005C52B3">
        <w:t xml:space="preserve">, </w:t>
      </w:r>
      <w:r w:rsidR="00D41C7B">
        <w:t>в</w:t>
      </w:r>
      <w:r w:rsidR="00193C9E" w:rsidRPr="00193C9E">
        <w:t xml:space="preserve"> срок до </w:t>
      </w:r>
      <w:r w:rsidR="005C52B3">
        <w:t>11</w:t>
      </w:r>
      <w:r w:rsidR="00193C9E" w:rsidRPr="00193C9E">
        <w:t>.</w:t>
      </w:r>
      <w:r w:rsidR="0055091F">
        <w:t>11</w:t>
      </w:r>
      <w:r w:rsidR="00193C9E" w:rsidRPr="00193C9E">
        <w:t>.202</w:t>
      </w:r>
      <w:r w:rsidR="003B2764">
        <w:t>4</w:t>
      </w:r>
      <w:r w:rsidR="00193C9E">
        <w:t>.</w:t>
      </w:r>
    </w:p>
    <w:p w:rsidR="006C11A5" w:rsidRDefault="006C11A5" w:rsidP="00A0314D">
      <w:pPr>
        <w:pStyle w:val="a6"/>
        <w:spacing w:before="720"/>
        <w:ind w:firstLine="709"/>
        <w:rPr>
          <w:szCs w:val="28"/>
        </w:rPr>
      </w:pPr>
      <w:r>
        <w:t xml:space="preserve">Приложение: на </w:t>
      </w:r>
      <w:r w:rsidR="0009320E">
        <w:t>2</w:t>
      </w:r>
      <w:r w:rsidR="00541972">
        <w:t>8</w:t>
      </w:r>
      <w:r w:rsidR="00F30EF1">
        <w:t xml:space="preserve"> л. в 1 экз.</w:t>
      </w:r>
    </w:p>
    <w:p w:rsidR="00621BB2" w:rsidRDefault="00B4390A" w:rsidP="009E2B0C">
      <w:pPr>
        <w:pStyle w:val="ac"/>
        <w:spacing w:before="1440" w:line="360" w:lineRule="exact"/>
        <w:jc w:val="both"/>
        <w:rPr>
          <w:szCs w:val="28"/>
        </w:rPr>
      </w:pPr>
      <w:r>
        <w:rPr>
          <w:szCs w:val="28"/>
        </w:rPr>
        <w:t xml:space="preserve">С уважением, </w:t>
      </w:r>
    </w:p>
    <w:p w:rsidR="00B4390A" w:rsidRDefault="000C5652" w:rsidP="00621BB2">
      <w:pPr>
        <w:pStyle w:val="ac"/>
        <w:spacing w:line="360" w:lineRule="exact"/>
        <w:jc w:val="both"/>
        <w:rPr>
          <w:szCs w:val="28"/>
        </w:rPr>
      </w:pPr>
      <w:r>
        <w:rPr>
          <w:szCs w:val="28"/>
        </w:rPr>
        <w:t>н</w:t>
      </w:r>
      <w:r w:rsidR="00B4390A">
        <w:rPr>
          <w:szCs w:val="28"/>
        </w:rPr>
        <w:t xml:space="preserve">ачальник                                                            </w:t>
      </w:r>
      <w:r w:rsidR="00621BB2">
        <w:rPr>
          <w:szCs w:val="28"/>
        </w:rPr>
        <w:t xml:space="preserve">                               </w:t>
      </w:r>
      <w:r w:rsidR="00B37E9F">
        <w:rPr>
          <w:szCs w:val="28"/>
        </w:rPr>
        <w:t>О.А.Паршакова</w:t>
      </w:r>
    </w:p>
    <w:p w:rsidR="00D049DA" w:rsidRPr="00D049DA" w:rsidRDefault="00D049DA" w:rsidP="00A43883">
      <w:pPr>
        <w:jc w:val="both"/>
        <w:rPr>
          <w:sz w:val="14"/>
        </w:rPr>
      </w:pPr>
    </w:p>
    <w:p w:rsidR="003B2764" w:rsidRDefault="003B2764" w:rsidP="00A43883">
      <w:pPr>
        <w:jc w:val="both"/>
        <w:rPr>
          <w:sz w:val="20"/>
        </w:rPr>
      </w:pPr>
    </w:p>
    <w:p w:rsidR="003B2764" w:rsidRDefault="003B2764" w:rsidP="00A43883">
      <w:pPr>
        <w:jc w:val="both"/>
        <w:rPr>
          <w:sz w:val="20"/>
        </w:rPr>
      </w:pPr>
    </w:p>
    <w:p w:rsidR="003B2764" w:rsidRDefault="003B2764" w:rsidP="00A43883">
      <w:pPr>
        <w:jc w:val="both"/>
        <w:rPr>
          <w:sz w:val="20"/>
        </w:rPr>
      </w:pPr>
    </w:p>
    <w:p w:rsidR="003B2764" w:rsidRDefault="003B2764" w:rsidP="00A43883">
      <w:pPr>
        <w:jc w:val="both"/>
        <w:rPr>
          <w:sz w:val="20"/>
        </w:rPr>
      </w:pPr>
    </w:p>
    <w:p w:rsidR="003B2764" w:rsidRDefault="003B2764" w:rsidP="00A43883">
      <w:pPr>
        <w:jc w:val="both"/>
        <w:rPr>
          <w:sz w:val="20"/>
        </w:rPr>
      </w:pPr>
    </w:p>
    <w:p w:rsidR="003B2764" w:rsidRDefault="003B2764" w:rsidP="00A43883">
      <w:pPr>
        <w:jc w:val="both"/>
        <w:rPr>
          <w:sz w:val="20"/>
        </w:rPr>
      </w:pPr>
    </w:p>
    <w:p w:rsidR="003B2764" w:rsidRDefault="003B2764" w:rsidP="00A43883">
      <w:pPr>
        <w:jc w:val="both"/>
        <w:rPr>
          <w:sz w:val="20"/>
        </w:rPr>
      </w:pPr>
    </w:p>
    <w:p w:rsidR="003B2764" w:rsidRDefault="003B2764" w:rsidP="00A43883">
      <w:pPr>
        <w:jc w:val="both"/>
        <w:rPr>
          <w:sz w:val="20"/>
        </w:rPr>
      </w:pPr>
    </w:p>
    <w:p w:rsidR="003B2764" w:rsidRDefault="003B2764" w:rsidP="00A43883">
      <w:pPr>
        <w:jc w:val="both"/>
        <w:rPr>
          <w:sz w:val="20"/>
        </w:rPr>
      </w:pPr>
    </w:p>
    <w:p w:rsidR="003B2764" w:rsidRDefault="003B2764" w:rsidP="00A43883">
      <w:pPr>
        <w:jc w:val="both"/>
        <w:rPr>
          <w:sz w:val="20"/>
        </w:rPr>
      </w:pPr>
    </w:p>
    <w:p w:rsidR="003B2764" w:rsidRDefault="003B2764" w:rsidP="00A43883">
      <w:pPr>
        <w:jc w:val="both"/>
        <w:rPr>
          <w:sz w:val="20"/>
        </w:rPr>
      </w:pPr>
    </w:p>
    <w:p w:rsidR="003B2764" w:rsidRDefault="003B2764" w:rsidP="00A43883">
      <w:pPr>
        <w:jc w:val="both"/>
        <w:rPr>
          <w:sz w:val="20"/>
        </w:rPr>
      </w:pPr>
    </w:p>
    <w:p w:rsidR="0009320E" w:rsidRDefault="0009320E" w:rsidP="00A43883">
      <w:pPr>
        <w:jc w:val="both"/>
        <w:rPr>
          <w:sz w:val="20"/>
        </w:rPr>
      </w:pPr>
    </w:p>
    <w:p w:rsidR="0009320E" w:rsidRDefault="0009320E" w:rsidP="00A43883">
      <w:pPr>
        <w:jc w:val="both"/>
        <w:rPr>
          <w:sz w:val="20"/>
        </w:rPr>
      </w:pPr>
    </w:p>
    <w:p w:rsidR="0009320E" w:rsidRDefault="0009320E" w:rsidP="00A43883">
      <w:pPr>
        <w:jc w:val="both"/>
        <w:rPr>
          <w:sz w:val="20"/>
        </w:rPr>
      </w:pPr>
    </w:p>
    <w:p w:rsidR="0009320E" w:rsidRDefault="0009320E" w:rsidP="00A43883">
      <w:pPr>
        <w:jc w:val="both"/>
        <w:rPr>
          <w:sz w:val="20"/>
        </w:rPr>
      </w:pPr>
    </w:p>
    <w:p w:rsidR="0009320E" w:rsidRDefault="0009320E" w:rsidP="00A43883">
      <w:pPr>
        <w:jc w:val="both"/>
        <w:rPr>
          <w:sz w:val="20"/>
        </w:rPr>
      </w:pPr>
    </w:p>
    <w:p w:rsidR="0009320E" w:rsidRDefault="0009320E" w:rsidP="00A43883">
      <w:pPr>
        <w:jc w:val="both"/>
        <w:rPr>
          <w:sz w:val="20"/>
        </w:rPr>
      </w:pPr>
    </w:p>
    <w:p w:rsidR="0009320E" w:rsidRDefault="0009320E" w:rsidP="00A43883">
      <w:pPr>
        <w:jc w:val="both"/>
        <w:rPr>
          <w:sz w:val="20"/>
        </w:rPr>
      </w:pPr>
    </w:p>
    <w:p w:rsidR="0009320E" w:rsidRDefault="0009320E" w:rsidP="00A43883">
      <w:pPr>
        <w:jc w:val="both"/>
        <w:rPr>
          <w:sz w:val="20"/>
        </w:rPr>
      </w:pPr>
    </w:p>
    <w:p w:rsidR="0009320E" w:rsidRDefault="0009320E" w:rsidP="00A43883">
      <w:pPr>
        <w:jc w:val="both"/>
        <w:rPr>
          <w:sz w:val="20"/>
        </w:rPr>
      </w:pPr>
    </w:p>
    <w:p w:rsidR="0009320E" w:rsidRDefault="0009320E" w:rsidP="00A43883">
      <w:pPr>
        <w:jc w:val="both"/>
        <w:rPr>
          <w:sz w:val="20"/>
        </w:rPr>
      </w:pPr>
    </w:p>
    <w:p w:rsidR="0009320E" w:rsidRDefault="0009320E" w:rsidP="00A43883">
      <w:pPr>
        <w:jc w:val="both"/>
        <w:rPr>
          <w:sz w:val="20"/>
        </w:rPr>
      </w:pPr>
    </w:p>
    <w:p w:rsidR="0009320E" w:rsidRDefault="0009320E" w:rsidP="00A43883">
      <w:pPr>
        <w:jc w:val="both"/>
        <w:rPr>
          <w:sz w:val="20"/>
        </w:rPr>
      </w:pPr>
    </w:p>
    <w:p w:rsidR="0009320E" w:rsidRDefault="0009320E" w:rsidP="00A43883">
      <w:pPr>
        <w:jc w:val="both"/>
        <w:rPr>
          <w:sz w:val="20"/>
        </w:rPr>
      </w:pPr>
    </w:p>
    <w:p w:rsidR="0009320E" w:rsidRDefault="0009320E" w:rsidP="00A43883">
      <w:pPr>
        <w:jc w:val="both"/>
        <w:rPr>
          <w:sz w:val="20"/>
        </w:rPr>
      </w:pPr>
    </w:p>
    <w:p w:rsidR="0009320E" w:rsidRDefault="0009320E" w:rsidP="00A43883">
      <w:pPr>
        <w:jc w:val="both"/>
        <w:rPr>
          <w:sz w:val="20"/>
        </w:rPr>
      </w:pPr>
    </w:p>
    <w:p w:rsidR="0009320E" w:rsidRDefault="0009320E" w:rsidP="00A43883">
      <w:pPr>
        <w:jc w:val="both"/>
        <w:rPr>
          <w:sz w:val="20"/>
        </w:rPr>
      </w:pPr>
    </w:p>
    <w:p w:rsidR="0009320E" w:rsidRDefault="0009320E" w:rsidP="00A43883">
      <w:pPr>
        <w:jc w:val="both"/>
        <w:rPr>
          <w:sz w:val="20"/>
        </w:rPr>
      </w:pPr>
    </w:p>
    <w:p w:rsidR="0009320E" w:rsidRDefault="0009320E" w:rsidP="00A43883">
      <w:pPr>
        <w:jc w:val="both"/>
        <w:rPr>
          <w:sz w:val="20"/>
        </w:rPr>
      </w:pPr>
    </w:p>
    <w:p w:rsidR="0009320E" w:rsidRDefault="0009320E" w:rsidP="00A43883">
      <w:pPr>
        <w:jc w:val="both"/>
        <w:rPr>
          <w:sz w:val="20"/>
        </w:rPr>
      </w:pPr>
    </w:p>
    <w:p w:rsidR="0009320E" w:rsidRDefault="0009320E" w:rsidP="00A43883">
      <w:pPr>
        <w:jc w:val="both"/>
        <w:rPr>
          <w:sz w:val="20"/>
        </w:rPr>
      </w:pPr>
    </w:p>
    <w:p w:rsidR="0009320E" w:rsidRDefault="0009320E" w:rsidP="00A43883">
      <w:pPr>
        <w:jc w:val="both"/>
        <w:rPr>
          <w:sz w:val="20"/>
        </w:rPr>
      </w:pPr>
    </w:p>
    <w:p w:rsidR="0009320E" w:rsidRDefault="0009320E" w:rsidP="00A43883">
      <w:pPr>
        <w:jc w:val="both"/>
        <w:rPr>
          <w:sz w:val="20"/>
        </w:rPr>
      </w:pPr>
    </w:p>
    <w:p w:rsidR="0009320E" w:rsidRDefault="0009320E" w:rsidP="00A43883">
      <w:pPr>
        <w:jc w:val="both"/>
        <w:rPr>
          <w:sz w:val="20"/>
        </w:rPr>
      </w:pPr>
    </w:p>
    <w:p w:rsidR="0009320E" w:rsidRDefault="0009320E" w:rsidP="00A43883">
      <w:pPr>
        <w:jc w:val="both"/>
        <w:rPr>
          <w:sz w:val="20"/>
        </w:rPr>
      </w:pPr>
    </w:p>
    <w:p w:rsidR="0009320E" w:rsidRDefault="0009320E" w:rsidP="00A43883">
      <w:pPr>
        <w:jc w:val="both"/>
        <w:rPr>
          <w:sz w:val="20"/>
        </w:rPr>
      </w:pPr>
    </w:p>
    <w:p w:rsidR="0009320E" w:rsidRDefault="0009320E" w:rsidP="00A43883">
      <w:pPr>
        <w:jc w:val="both"/>
        <w:rPr>
          <w:sz w:val="20"/>
        </w:rPr>
      </w:pPr>
    </w:p>
    <w:p w:rsidR="0009320E" w:rsidRDefault="0009320E" w:rsidP="00A43883">
      <w:pPr>
        <w:jc w:val="both"/>
        <w:rPr>
          <w:sz w:val="20"/>
        </w:rPr>
      </w:pPr>
    </w:p>
    <w:p w:rsidR="0009320E" w:rsidRDefault="0009320E" w:rsidP="00A43883">
      <w:pPr>
        <w:jc w:val="both"/>
        <w:rPr>
          <w:sz w:val="20"/>
        </w:rPr>
      </w:pPr>
    </w:p>
    <w:p w:rsidR="0009320E" w:rsidRDefault="0009320E" w:rsidP="00A43883">
      <w:pPr>
        <w:jc w:val="both"/>
        <w:rPr>
          <w:sz w:val="20"/>
        </w:rPr>
      </w:pPr>
    </w:p>
    <w:p w:rsidR="00A43883" w:rsidRDefault="00B4390A" w:rsidP="00A43883">
      <w:pPr>
        <w:jc w:val="both"/>
        <w:rPr>
          <w:sz w:val="24"/>
        </w:rPr>
      </w:pPr>
      <w:r w:rsidRPr="00621BB2">
        <w:rPr>
          <w:sz w:val="20"/>
        </w:rPr>
        <w:t xml:space="preserve">Юшкова Нина Викторовна, 8 (34 271) 6 47 20, </w:t>
      </w:r>
      <w:r w:rsidRPr="00D07C7F">
        <w:rPr>
          <w:sz w:val="24"/>
        </w:rPr>
        <w:t>доб.2</w:t>
      </w:r>
      <w:r>
        <w:rPr>
          <w:sz w:val="24"/>
        </w:rPr>
        <w:t>12</w:t>
      </w:r>
    </w:p>
    <w:sectPr w:rsidR="00A43883" w:rsidSect="00193C9E">
      <w:headerReference w:type="even" r:id="rId10"/>
      <w:headerReference w:type="default" r:id="rId11"/>
      <w:footerReference w:type="default" r:id="rId12"/>
      <w:footerReference w:type="first" r:id="rId13"/>
      <w:type w:val="continuous"/>
      <w:pgSz w:w="11907" w:h="16840" w:code="9"/>
      <w:pgMar w:top="1134" w:right="850" w:bottom="142" w:left="1701" w:header="567" w:footer="567" w:gutter="0"/>
      <w:cols w:space="720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3964" w:rsidRDefault="00713964">
      <w:r>
        <w:separator/>
      </w:r>
    </w:p>
  </w:endnote>
  <w:endnote w:type="continuationSeparator" w:id="0">
    <w:p w:rsidR="00713964" w:rsidRDefault="007139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2253" w:rsidRDefault="00B12253">
    <w:pPr>
      <w:pStyle w:val="a9"/>
      <w:rPr>
        <w:lang w:val="en-US"/>
      </w:rPr>
    </w:pPr>
    <w:r>
      <w:rPr>
        <w:lang w:val="en-US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2253" w:rsidRDefault="00B12253">
    <w:pPr>
      <w:pStyle w:val="a9"/>
      <w:rPr>
        <w:lang w:val="en-US"/>
      </w:rPr>
    </w:pPr>
    <w:r>
      <w:rPr>
        <w:lang w:val="en-US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3964" w:rsidRDefault="00713964">
      <w:r>
        <w:separator/>
      </w:r>
    </w:p>
  </w:footnote>
  <w:footnote w:type="continuationSeparator" w:id="0">
    <w:p w:rsidR="00713964" w:rsidRDefault="007139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2253" w:rsidRDefault="00994D36">
    <w:pPr>
      <w:pStyle w:val="a3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 w:rsidR="00B12253">
      <w:rPr>
        <w:rStyle w:val="ae"/>
      </w:rPr>
      <w:instrText xml:space="preserve">PAGE  </w:instrText>
    </w:r>
    <w:r>
      <w:rPr>
        <w:rStyle w:val="ae"/>
      </w:rPr>
      <w:fldChar w:fldCharType="separate"/>
    </w:r>
    <w:r w:rsidR="00D10BCB">
      <w:rPr>
        <w:rStyle w:val="ae"/>
        <w:noProof/>
      </w:rPr>
      <w:t>1</w:t>
    </w:r>
    <w:r>
      <w:rPr>
        <w:rStyle w:val="ae"/>
      </w:rPr>
      <w:fldChar w:fldCharType="end"/>
    </w:r>
  </w:p>
  <w:p w:rsidR="00B12253" w:rsidRDefault="00B12253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2253" w:rsidRDefault="00994D36">
    <w:pPr>
      <w:pStyle w:val="a3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 w:rsidR="00B12253">
      <w:rPr>
        <w:rStyle w:val="ae"/>
      </w:rPr>
      <w:instrText xml:space="preserve">PAGE  </w:instrText>
    </w:r>
    <w:r>
      <w:rPr>
        <w:rStyle w:val="ae"/>
      </w:rPr>
      <w:fldChar w:fldCharType="separate"/>
    </w:r>
    <w:r w:rsidR="005C52B3">
      <w:rPr>
        <w:rStyle w:val="ae"/>
        <w:noProof/>
      </w:rPr>
      <w:t>2</w:t>
    </w:r>
    <w:r>
      <w:rPr>
        <w:rStyle w:val="ae"/>
      </w:rPr>
      <w:fldChar w:fldCharType="end"/>
    </w:r>
  </w:p>
  <w:p w:rsidR="00B12253" w:rsidRDefault="00B12253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91" type="#_x0000_t75" alt="📢" style="width:12pt;height:12pt;visibility:visible;mso-wrap-style:square" o:bullet="t">
        <v:imagedata r:id="rId1" o:title="📢"/>
      </v:shape>
    </w:pict>
  </w:numPicBullet>
  <w:abstractNum w:abstractNumId="0" w15:restartNumberingAfterBreak="0">
    <w:nsid w:val="106773FA"/>
    <w:multiLevelType w:val="hybridMultilevel"/>
    <w:tmpl w:val="1F985B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062709"/>
    <w:multiLevelType w:val="hybridMultilevel"/>
    <w:tmpl w:val="4C8E6AB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19C0B2F"/>
    <w:multiLevelType w:val="hybridMultilevel"/>
    <w:tmpl w:val="8556B5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103FEA"/>
    <w:multiLevelType w:val="hybridMultilevel"/>
    <w:tmpl w:val="7A3E2C86"/>
    <w:lvl w:ilvl="0" w:tplc="B5DA1AC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40610391"/>
    <w:multiLevelType w:val="multilevel"/>
    <w:tmpl w:val="FFD07D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4125"/>
    <w:rsid w:val="00011261"/>
    <w:rsid w:val="000239C8"/>
    <w:rsid w:val="00027491"/>
    <w:rsid w:val="00031EB5"/>
    <w:rsid w:val="000320E4"/>
    <w:rsid w:val="00036460"/>
    <w:rsid w:val="0004161C"/>
    <w:rsid w:val="000418D8"/>
    <w:rsid w:val="00066C67"/>
    <w:rsid w:val="00073159"/>
    <w:rsid w:val="0007358C"/>
    <w:rsid w:val="00075CDC"/>
    <w:rsid w:val="00091359"/>
    <w:rsid w:val="0009320E"/>
    <w:rsid w:val="000960A4"/>
    <w:rsid w:val="000961E4"/>
    <w:rsid w:val="00096941"/>
    <w:rsid w:val="000A1018"/>
    <w:rsid w:val="000A1249"/>
    <w:rsid w:val="000C5652"/>
    <w:rsid w:val="000C7351"/>
    <w:rsid w:val="000D327F"/>
    <w:rsid w:val="000D4187"/>
    <w:rsid w:val="000F6610"/>
    <w:rsid w:val="00102F78"/>
    <w:rsid w:val="00136C19"/>
    <w:rsid w:val="001450B8"/>
    <w:rsid w:val="001617A8"/>
    <w:rsid w:val="00164A8B"/>
    <w:rsid w:val="001813AE"/>
    <w:rsid w:val="00191FB7"/>
    <w:rsid w:val="00192D6A"/>
    <w:rsid w:val="0019325C"/>
    <w:rsid w:val="00193C9E"/>
    <w:rsid w:val="001B6132"/>
    <w:rsid w:val="001D007C"/>
    <w:rsid w:val="001D1569"/>
    <w:rsid w:val="001D620D"/>
    <w:rsid w:val="001E057F"/>
    <w:rsid w:val="001E3A8B"/>
    <w:rsid w:val="002055E2"/>
    <w:rsid w:val="00217977"/>
    <w:rsid w:val="00252BE5"/>
    <w:rsid w:val="00255013"/>
    <w:rsid w:val="00275BA3"/>
    <w:rsid w:val="0028108D"/>
    <w:rsid w:val="0028575D"/>
    <w:rsid w:val="002864B2"/>
    <w:rsid w:val="0028655A"/>
    <w:rsid w:val="00290178"/>
    <w:rsid w:val="002A1714"/>
    <w:rsid w:val="002C4DD9"/>
    <w:rsid w:val="002E0EAA"/>
    <w:rsid w:val="003009BF"/>
    <w:rsid w:val="00314BFB"/>
    <w:rsid w:val="00340E97"/>
    <w:rsid w:val="00353DEB"/>
    <w:rsid w:val="00374D41"/>
    <w:rsid w:val="003807C0"/>
    <w:rsid w:val="003A6890"/>
    <w:rsid w:val="003A6FFC"/>
    <w:rsid w:val="003B2764"/>
    <w:rsid w:val="003B5D08"/>
    <w:rsid w:val="003D3930"/>
    <w:rsid w:val="003E5046"/>
    <w:rsid w:val="00424902"/>
    <w:rsid w:val="004448E6"/>
    <w:rsid w:val="004752A4"/>
    <w:rsid w:val="00482187"/>
    <w:rsid w:val="004B76F8"/>
    <w:rsid w:val="004C4B6D"/>
    <w:rsid w:val="004D22BC"/>
    <w:rsid w:val="004D318B"/>
    <w:rsid w:val="004D4696"/>
    <w:rsid w:val="004F34AC"/>
    <w:rsid w:val="004F39C6"/>
    <w:rsid w:val="004F4125"/>
    <w:rsid w:val="004F68BF"/>
    <w:rsid w:val="00527273"/>
    <w:rsid w:val="00534011"/>
    <w:rsid w:val="0053612B"/>
    <w:rsid w:val="00541972"/>
    <w:rsid w:val="005438E0"/>
    <w:rsid w:val="005505FE"/>
    <w:rsid w:val="0055091F"/>
    <w:rsid w:val="00551188"/>
    <w:rsid w:val="00552ADF"/>
    <w:rsid w:val="00574711"/>
    <w:rsid w:val="005B4E8B"/>
    <w:rsid w:val="005C52B3"/>
    <w:rsid w:val="005D6022"/>
    <w:rsid w:val="005E2E6F"/>
    <w:rsid w:val="005E57DA"/>
    <w:rsid w:val="00607319"/>
    <w:rsid w:val="006073FA"/>
    <w:rsid w:val="0062044F"/>
    <w:rsid w:val="00621554"/>
    <w:rsid w:val="00621BB2"/>
    <w:rsid w:val="006333E0"/>
    <w:rsid w:val="00643EF4"/>
    <w:rsid w:val="006474A0"/>
    <w:rsid w:val="00661E04"/>
    <w:rsid w:val="006630E4"/>
    <w:rsid w:val="00672470"/>
    <w:rsid w:val="00694CCA"/>
    <w:rsid w:val="00695F25"/>
    <w:rsid w:val="006A577D"/>
    <w:rsid w:val="006A6CA3"/>
    <w:rsid w:val="006B41A8"/>
    <w:rsid w:val="006C11A5"/>
    <w:rsid w:val="006D443E"/>
    <w:rsid w:val="006E02E1"/>
    <w:rsid w:val="006F508D"/>
    <w:rsid w:val="006F71D9"/>
    <w:rsid w:val="00704AE4"/>
    <w:rsid w:val="00713964"/>
    <w:rsid w:val="00721A39"/>
    <w:rsid w:val="00724EFB"/>
    <w:rsid w:val="00736B92"/>
    <w:rsid w:val="00743B2D"/>
    <w:rsid w:val="00750814"/>
    <w:rsid w:val="00761D5E"/>
    <w:rsid w:val="00767B4C"/>
    <w:rsid w:val="007732A5"/>
    <w:rsid w:val="00787C24"/>
    <w:rsid w:val="007B14E4"/>
    <w:rsid w:val="007C5E06"/>
    <w:rsid w:val="007D74B2"/>
    <w:rsid w:val="007E5F58"/>
    <w:rsid w:val="007F62D0"/>
    <w:rsid w:val="00805FCA"/>
    <w:rsid w:val="00813D20"/>
    <w:rsid w:val="00824A76"/>
    <w:rsid w:val="0084508B"/>
    <w:rsid w:val="0085173B"/>
    <w:rsid w:val="00856A64"/>
    <w:rsid w:val="00861BE3"/>
    <w:rsid w:val="00875736"/>
    <w:rsid w:val="00881E2A"/>
    <w:rsid w:val="00886BA6"/>
    <w:rsid w:val="00891A28"/>
    <w:rsid w:val="008A300E"/>
    <w:rsid w:val="008B1501"/>
    <w:rsid w:val="008C082A"/>
    <w:rsid w:val="008C41D1"/>
    <w:rsid w:val="008D460F"/>
    <w:rsid w:val="008D564B"/>
    <w:rsid w:val="008E0D07"/>
    <w:rsid w:val="008E1C1D"/>
    <w:rsid w:val="008F433B"/>
    <w:rsid w:val="00945A3E"/>
    <w:rsid w:val="00946A6E"/>
    <w:rsid w:val="00953DC2"/>
    <w:rsid w:val="00955452"/>
    <w:rsid w:val="00973EE1"/>
    <w:rsid w:val="00983927"/>
    <w:rsid w:val="00994D36"/>
    <w:rsid w:val="009C74FA"/>
    <w:rsid w:val="009D34A4"/>
    <w:rsid w:val="009E2B0C"/>
    <w:rsid w:val="009E48FD"/>
    <w:rsid w:val="00A020FB"/>
    <w:rsid w:val="00A02124"/>
    <w:rsid w:val="00A0314D"/>
    <w:rsid w:val="00A20CAB"/>
    <w:rsid w:val="00A210FD"/>
    <w:rsid w:val="00A263CC"/>
    <w:rsid w:val="00A43883"/>
    <w:rsid w:val="00A5124E"/>
    <w:rsid w:val="00A63A3C"/>
    <w:rsid w:val="00A7019E"/>
    <w:rsid w:val="00A726EC"/>
    <w:rsid w:val="00A86FEF"/>
    <w:rsid w:val="00A96CB0"/>
    <w:rsid w:val="00AA0CFF"/>
    <w:rsid w:val="00AB2284"/>
    <w:rsid w:val="00AB61AD"/>
    <w:rsid w:val="00AF682C"/>
    <w:rsid w:val="00AF7319"/>
    <w:rsid w:val="00B12253"/>
    <w:rsid w:val="00B17F20"/>
    <w:rsid w:val="00B37E9F"/>
    <w:rsid w:val="00B4390A"/>
    <w:rsid w:val="00B4508E"/>
    <w:rsid w:val="00B4528C"/>
    <w:rsid w:val="00B51B7C"/>
    <w:rsid w:val="00B555AA"/>
    <w:rsid w:val="00B56C9F"/>
    <w:rsid w:val="00B71DA1"/>
    <w:rsid w:val="00B7218D"/>
    <w:rsid w:val="00B75926"/>
    <w:rsid w:val="00B9061B"/>
    <w:rsid w:val="00BA6246"/>
    <w:rsid w:val="00BB2DC6"/>
    <w:rsid w:val="00BB545F"/>
    <w:rsid w:val="00BC4567"/>
    <w:rsid w:val="00BC4603"/>
    <w:rsid w:val="00BE4B5D"/>
    <w:rsid w:val="00BF0AA5"/>
    <w:rsid w:val="00C05E9D"/>
    <w:rsid w:val="00C11CD6"/>
    <w:rsid w:val="00C27EAA"/>
    <w:rsid w:val="00C367CE"/>
    <w:rsid w:val="00C42305"/>
    <w:rsid w:val="00C4710E"/>
    <w:rsid w:val="00C76D98"/>
    <w:rsid w:val="00C813BC"/>
    <w:rsid w:val="00C815EE"/>
    <w:rsid w:val="00C8303E"/>
    <w:rsid w:val="00C91D2D"/>
    <w:rsid w:val="00C97BDE"/>
    <w:rsid w:val="00CA6B06"/>
    <w:rsid w:val="00CB0CD4"/>
    <w:rsid w:val="00CD46BC"/>
    <w:rsid w:val="00CD72B4"/>
    <w:rsid w:val="00CE2627"/>
    <w:rsid w:val="00D049DA"/>
    <w:rsid w:val="00D10BCB"/>
    <w:rsid w:val="00D1336A"/>
    <w:rsid w:val="00D22187"/>
    <w:rsid w:val="00D23F18"/>
    <w:rsid w:val="00D3165D"/>
    <w:rsid w:val="00D41C7B"/>
    <w:rsid w:val="00D43EB7"/>
    <w:rsid w:val="00D4711B"/>
    <w:rsid w:val="00D51DC3"/>
    <w:rsid w:val="00D6769F"/>
    <w:rsid w:val="00D712A8"/>
    <w:rsid w:val="00D7268D"/>
    <w:rsid w:val="00D72E52"/>
    <w:rsid w:val="00D97212"/>
    <w:rsid w:val="00DA24F6"/>
    <w:rsid w:val="00DB3748"/>
    <w:rsid w:val="00DF4430"/>
    <w:rsid w:val="00E246F5"/>
    <w:rsid w:val="00E3013C"/>
    <w:rsid w:val="00E44BE7"/>
    <w:rsid w:val="00E47DB1"/>
    <w:rsid w:val="00E614D0"/>
    <w:rsid w:val="00E71089"/>
    <w:rsid w:val="00E72812"/>
    <w:rsid w:val="00E8211E"/>
    <w:rsid w:val="00E97E85"/>
    <w:rsid w:val="00EB1CF6"/>
    <w:rsid w:val="00EB2B5B"/>
    <w:rsid w:val="00EB400D"/>
    <w:rsid w:val="00EB74C4"/>
    <w:rsid w:val="00EC48C3"/>
    <w:rsid w:val="00EC71DC"/>
    <w:rsid w:val="00ED2D3D"/>
    <w:rsid w:val="00EE5B8A"/>
    <w:rsid w:val="00EF7A3C"/>
    <w:rsid w:val="00F20FE0"/>
    <w:rsid w:val="00F23FC5"/>
    <w:rsid w:val="00F30EF1"/>
    <w:rsid w:val="00F34240"/>
    <w:rsid w:val="00F43007"/>
    <w:rsid w:val="00F43FAC"/>
    <w:rsid w:val="00F46037"/>
    <w:rsid w:val="00F55E19"/>
    <w:rsid w:val="00F60E07"/>
    <w:rsid w:val="00F67441"/>
    <w:rsid w:val="00F8490D"/>
    <w:rsid w:val="00F906BA"/>
    <w:rsid w:val="00F919B8"/>
    <w:rsid w:val="00FA6EAF"/>
    <w:rsid w:val="00FB32C3"/>
    <w:rsid w:val="00FC033E"/>
    <w:rsid w:val="00FC0FBD"/>
    <w:rsid w:val="00FC50FC"/>
    <w:rsid w:val="00FD415B"/>
    <w:rsid w:val="00FD550A"/>
    <w:rsid w:val="00FE3AC3"/>
    <w:rsid w:val="00FE5574"/>
    <w:rsid w:val="00FF1C43"/>
    <w:rsid w:val="00FF2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2F9989F"/>
  <w15:docId w15:val="{BF54AD72-7A8A-48EA-A8FE-18C33E0005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7491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A24F6"/>
    <w:pPr>
      <w:tabs>
        <w:tab w:val="center" w:pos="4153"/>
        <w:tab w:val="right" w:pos="8306"/>
      </w:tabs>
      <w:suppressAutoHyphens/>
      <w:jc w:val="center"/>
    </w:pPr>
  </w:style>
  <w:style w:type="paragraph" w:customStyle="1" w:styleId="a5">
    <w:name w:val="Заголовок к тексту"/>
    <w:basedOn w:val="a"/>
    <w:next w:val="a6"/>
    <w:rsid w:val="00DA24F6"/>
    <w:pPr>
      <w:suppressAutoHyphens/>
      <w:spacing w:after="480" w:line="240" w:lineRule="exact"/>
    </w:pPr>
    <w:rPr>
      <w:b/>
    </w:rPr>
  </w:style>
  <w:style w:type="paragraph" w:styleId="a6">
    <w:name w:val="Body Text"/>
    <w:basedOn w:val="a"/>
    <w:link w:val="a7"/>
    <w:rsid w:val="00DA24F6"/>
    <w:pPr>
      <w:spacing w:line="360" w:lineRule="exact"/>
      <w:ind w:firstLine="720"/>
      <w:jc w:val="both"/>
    </w:pPr>
  </w:style>
  <w:style w:type="paragraph" w:customStyle="1" w:styleId="a8">
    <w:name w:val="Исполнитель"/>
    <w:basedOn w:val="a6"/>
    <w:rsid w:val="00DA24F6"/>
    <w:pPr>
      <w:suppressAutoHyphens/>
      <w:spacing w:after="120" w:line="240" w:lineRule="exact"/>
      <w:ind w:firstLine="0"/>
      <w:jc w:val="left"/>
    </w:pPr>
    <w:rPr>
      <w:sz w:val="24"/>
    </w:rPr>
  </w:style>
  <w:style w:type="paragraph" w:styleId="a9">
    <w:name w:val="footer"/>
    <w:basedOn w:val="a"/>
    <w:rsid w:val="00DA24F6"/>
    <w:pPr>
      <w:suppressAutoHyphens/>
    </w:pPr>
    <w:rPr>
      <w:sz w:val="20"/>
    </w:rPr>
  </w:style>
  <w:style w:type="paragraph" w:styleId="aa">
    <w:name w:val="Signature"/>
    <w:basedOn w:val="a"/>
    <w:next w:val="a6"/>
    <w:rsid w:val="00DA24F6"/>
    <w:pPr>
      <w:tabs>
        <w:tab w:val="left" w:pos="5103"/>
        <w:tab w:val="right" w:pos="9639"/>
      </w:tabs>
      <w:suppressAutoHyphens/>
      <w:spacing w:before="480" w:line="240" w:lineRule="exact"/>
    </w:pPr>
  </w:style>
  <w:style w:type="paragraph" w:customStyle="1" w:styleId="ab">
    <w:name w:val="Приложение"/>
    <w:basedOn w:val="a6"/>
    <w:rsid w:val="00DA24F6"/>
    <w:pPr>
      <w:tabs>
        <w:tab w:val="left" w:pos="1673"/>
      </w:tabs>
      <w:spacing w:before="240" w:line="240" w:lineRule="exact"/>
      <w:ind w:left="1985" w:hanging="1985"/>
    </w:pPr>
  </w:style>
  <w:style w:type="paragraph" w:customStyle="1" w:styleId="ac">
    <w:name w:val="Адресат"/>
    <w:basedOn w:val="a"/>
    <w:rsid w:val="00DA24F6"/>
    <w:pPr>
      <w:suppressAutoHyphens/>
      <w:spacing w:line="240" w:lineRule="exact"/>
    </w:pPr>
  </w:style>
  <w:style w:type="paragraph" w:customStyle="1" w:styleId="ad">
    <w:name w:val="Подпись на  бланке должностного лица"/>
    <w:basedOn w:val="a"/>
    <w:next w:val="a6"/>
    <w:rsid w:val="00DA24F6"/>
    <w:pPr>
      <w:spacing w:before="480" w:line="240" w:lineRule="exact"/>
      <w:ind w:left="7088"/>
    </w:pPr>
  </w:style>
  <w:style w:type="character" w:styleId="ae">
    <w:name w:val="page number"/>
    <w:basedOn w:val="a0"/>
    <w:rsid w:val="00DA24F6"/>
  </w:style>
  <w:style w:type="paragraph" w:styleId="af">
    <w:name w:val="Balloon Text"/>
    <w:basedOn w:val="a"/>
    <w:semiHidden/>
    <w:rsid w:val="007E5F58"/>
    <w:rPr>
      <w:rFonts w:ascii="Tahoma" w:hAnsi="Tahoma" w:cs="Tahoma"/>
      <w:sz w:val="16"/>
      <w:szCs w:val="16"/>
    </w:rPr>
  </w:style>
  <w:style w:type="character" w:styleId="af0">
    <w:name w:val="Hyperlink"/>
    <w:rsid w:val="00B71DA1"/>
    <w:rPr>
      <w:color w:val="0563C1"/>
      <w:u w:val="single"/>
    </w:rPr>
  </w:style>
  <w:style w:type="character" w:customStyle="1" w:styleId="a7">
    <w:name w:val="Основной текст Знак"/>
    <w:basedOn w:val="a0"/>
    <w:link w:val="a6"/>
    <w:rsid w:val="00073159"/>
    <w:rPr>
      <w:sz w:val="28"/>
    </w:rPr>
  </w:style>
  <w:style w:type="character" w:customStyle="1" w:styleId="a4">
    <w:name w:val="Верхний колонтитул Знак"/>
    <w:basedOn w:val="a0"/>
    <w:link w:val="a3"/>
    <w:uiPriority w:val="99"/>
    <w:rsid w:val="00CD46BC"/>
    <w:rPr>
      <w:sz w:val="28"/>
    </w:rPr>
  </w:style>
  <w:style w:type="paragraph" w:styleId="af1">
    <w:name w:val="List Paragraph"/>
    <w:basedOn w:val="a"/>
    <w:uiPriority w:val="34"/>
    <w:qFormat/>
    <w:rsid w:val="00B4390A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f2">
    <w:name w:val="Table Grid"/>
    <w:basedOn w:val="a1"/>
    <w:uiPriority w:val="59"/>
    <w:rsid w:val="008B15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770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55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2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8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disk.yandex.ru/i/Euv21VFQy3Xdgg" TargetMode="External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wnloads\&#1055;&#1080;&#1089;&#1100;&#1084;&#1086;_&#1072;&#1076;&#1084;_&#1050;&#1052;&#1054;_&#1055;&#1050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>
        <a:solidFill>
          <a:schemeClr val="lt1"/>
        </a:solidFill>
        <a:ln w="6350">
          <a:solidFill>
            <a:prstClr val="black"/>
          </a:solidFill>
        </a:ln>
        <a:effectLst/>
      </a:spPr>
      <a:bodyPr wrap="square" rtlCol="0"/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2D7A39-4161-4757-A2EE-38F6B129E3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Письмо_адм_КМО_ПК</Template>
  <TotalTime>22</TotalTime>
  <Pages>2</Pages>
  <Words>306</Words>
  <Characters>1749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Гамма</Company>
  <LinksUpToDate>false</LinksUpToDate>
  <CharactersWithSpaces>2051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2021-08-06T08:20:00Z</cp:lastPrinted>
  <dcterms:created xsi:type="dcterms:W3CDTF">2024-10-28T06:15:00Z</dcterms:created>
  <dcterms:modified xsi:type="dcterms:W3CDTF">2024-10-28T06:36:00Z</dcterms:modified>
</cp:coreProperties>
</file>