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48A" w:rsidRPr="00CD46BC" w:rsidRDefault="0067148A" w:rsidP="0067148A">
      <w:pPr>
        <w:suppressAutoHyphens/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67456" behindDoc="1" locked="0" layoutInCell="1" allowOverlap="1" wp14:anchorId="58C8053E" wp14:editId="0C7DF66A">
                <wp:simplePos x="0" y="0"/>
                <wp:positionH relativeFrom="margin">
                  <wp:align>left</wp:align>
                </wp:positionH>
                <wp:positionV relativeFrom="paragraph">
                  <wp:posOffset>24569</wp:posOffset>
                </wp:positionV>
                <wp:extent cx="6120130" cy="3139440"/>
                <wp:effectExtent l="0" t="0" r="13970" b="3810"/>
                <wp:wrapNone/>
                <wp:docPr id="494" name="Полотно 4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73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2887980" y="35999"/>
                            <a:ext cx="4826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4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2979420" y="42349"/>
                            <a:ext cx="450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5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399415" y="166174"/>
                            <a:ext cx="450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6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399415" y="470974"/>
                            <a:ext cx="450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7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635" y="796094"/>
                            <a:ext cx="450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8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106045" y="796094"/>
                            <a:ext cx="450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9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140970" y="796094"/>
                            <a:ext cx="450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0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246380" y="796094"/>
                            <a:ext cx="450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1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281940" y="808159"/>
                            <a:ext cx="192341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>УПРАВЛЕНИЕ ОБРАЗОВАНИЯ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2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2209800" y="808159"/>
                            <a:ext cx="323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3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635" y="949129"/>
                            <a:ext cx="323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4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97155" y="949129"/>
                            <a:ext cx="323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5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161290" y="949129"/>
                            <a:ext cx="22675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>АДМИНИСТРАЦИИ КУНГУРСК</w:t>
                              </w:r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</w:rPr>
                                <w:t>О</w:t>
                              </w:r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>ГО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6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2332990" y="949129"/>
                            <a:ext cx="323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7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635" y="1089464"/>
                            <a:ext cx="323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8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64770" y="1089464"/>
                            <a:ext cx="323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9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128905" y="1089464"/>
                            <a:ext cx="323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0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225425" y="1089464"/>
                            <a:ext cx="323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1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287655" y="1089464"/>
                            <a:ext cx="192087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>МУНИЦИПАЛЬНОГО ОКРУГА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2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2212340" y="1089464"/>
                            <a:ext cx="323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3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635" y="1227894"/>
                            <a:ext cx="323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4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161290" y="1227894"/>
                            <a:ext cx="323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5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225425" y="1227894"/>
                            <a:ext cx="323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6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351790" y="1227894"/>
                            <a:ext cx="323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7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415925" y="1227894"/>
                            <a:ext cx="323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8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510540" y="1227894"/>
                            <a:ext cx="323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9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542925" y="1227894"/>
                            <a:ext cx="323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0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607060" y="1227894"/>
                            <a:ext cx="323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1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639445" y="1227894"/>
                            <a:ext cx="122809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>ПЕРМСКОГО КРАЯ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2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1868805" y="1227894"/>
                            <a:ext cx="323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3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635" y="1368864"/>
                            <a:ext cx="323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4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64770" y="1368864"/>
                            <a:ext cx="323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5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128905" y="1368864"/>
                            <a:ext cx="323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6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225425" y="1368864"/>
                            <a:ext cx="323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7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255905" y="1368864"/>
                            <a:ext cx="200787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>(УПРАВЛЕНИЕ ОБРАЗОВАНИЯ)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8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2267585" y="1368864"/>
                            <a:ext cx="323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9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635" y="1523169"/>
                            <a:ext cx="292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0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146050" y="1523169"/>
                            <a:ext cx="292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1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202565" y="1523169"/>
                            <a:ext cx="292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2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287655" y="1523169"/>
                            <a:ext cx="292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3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518795" y="1523169"/>
                            <a:ext cx="139128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 w:rsidRPr="0067148A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Гагарина ул., д. 7, г. Кунгур,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4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1939290" y="1523169"/>
                            <a:ext cx="292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5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635" y="1662234"/>
                            <a:ext cx="292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6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146050" y="1662234"/>
                            <a:ext cx="292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7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231140" y="1662234"/>
                            <a:ext cx="114490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Pr="0067148A" w:rsidRDefault="0067148A" w:rsidP="0067148A">
                              <w:proofErr w:type="spellStart"/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Пермский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край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, 61747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8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1378585" y="1662234"/>
                            <a:ext cx="10731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, т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9" name="Rectangle 170"/>
                        <wps:cNvSpPr>
                          <a:spLocks noChangeArrowheads="1"/>
                        </wps:cNvSpPr>
                        <wps:spPr bwMode="auto">
                          <a:xfrm>
                            <a:off x="1485265" y="1662234"/>
                            <a:ext cx="13652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proofErr w:type="spellStart"/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ел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0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1621155" y="1662234"/>
                            <a:ext cx="6477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(34271)64720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1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2270760" y="1662234"/>
                            <a:ext cx="292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2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635" y="1802569"/>
                            <a:ext cx="292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3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116840" y="1802569"/>
                            <a:ext cx="292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4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202565" y="1802569"/>
                            <a:ext cx="292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5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316865" y="1802569"/>
                            <a:ext cx="6985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6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387350" y="1802569"/>
                            <a:ext cx="38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7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425450" y="1802569"/>
                            <a:ext cx="2032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mail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8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626745" y="1802569"/>
                            <a:ext cx="3238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: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9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688340" y="1802569"/>
                            <a:ext cx="32385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proofErr w:type="spellStart"/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kungur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0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1013460" y="1802569"/>
                            <a:ext cx="381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1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1051560" y="1802569"/>
                            <a:ext cx="15240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proofErr w:type="spellStart"/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obr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2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1204595" y="1802569"/>
                            <a:ext cx="10541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@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3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1310005" y="1802569"/>
                            <a:ext cx="32385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proofErr w:type="spellStart"/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kungur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4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1633855" y="1802569"/>
                            <a:ext cx="2921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5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1662430" y="1802569"/>
                            <a:ext cx="41275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proofErr w:type="spellStart"/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permkrai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6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2073910" y="1802569"/>
                            <a:ext cx="2921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7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2102485" y="1802569"/>
                            <a:ext cx="9525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proofErr w:type="spellStart"/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8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2199005" y="1802569"/>
                            <a:ext cx="292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9" name="Rectangle 190"/>
                        <wps:cNvSpPr>
                          <a:spLocks noChangeArrowheads="1"/>
                        </wps:cNvSpPr>
                        <wps:spPr bwMode="auto">
                          <a:xfrm>
                            <a:off x="635" y="1942904"/>
                            <a:ext cx="292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0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116840" y="1942904"/>
                            <a:ext cx="292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1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202565" y="1942904"/>
                            <a:ext cx="292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2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289560" y="1942904"/>
                            <a:ext cx="193357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ОКПО 02113613, ОГРН 1025901893270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3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2225040" y="1942904"/>
                            <a:ext cx="292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4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635" y="2081969"/>
                            <a:ext cx="292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5" name="Rectangle 196"/>
                        <wps:cNvSpPr>
                          <a:spLocks noChangeArrowheads="1"/>
                        </wps:cNvSpPr>
                        <wps:spPr bwMode="auto">
                          <a:xfrm>
                            <a:off x="202565" y="2081969"/>
                            <a:ext cx="292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6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287655" y="2081969"/>
                            <a:ext cx="292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7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403860" y="2081969"/>
                            <a:ext cx="166751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ИНН/КПП 5917101200/591701001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8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2073910" y="2081969"/>
                            <a:ext cx="292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9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635" y="2237544"/>
                            <a:ext cx="387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0" name="Rectangle 201"/>
                        <wps:cNvSpPr>
                          <a:spLocks noChangeArrowheads="1"/>
                        </wps:cNvSpPr>
                        <wps:spPr bwMode="auto">
                          <a:xfrm>
                            <a:off x="38735" y="2237544"/>
                            <a:ext cx="991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1" name="Rectangle 202"/>
                        <wps:cNvSpPr>
                          <a:spLocks noChangeArrowheads="1"/>
                        </wps:cNvSpPr>
                        <wps:spPr bwMode="auto">
                          <a:xfrm>
                            <a:off x="1031875" y="2237544"/>
                            <a:ext cx="153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2" name="Rectangle 203"/>
                        <wps:cNvSpPr>
                          <a:spLocks noChangeArrowheads="1"/>
                        </wps:cNvSpPr>
                        <wps:spPr bwMode="auto">
                          <a:xfrm>
                            <a:off x="1184275" y="2237544"/>
                            <a:ext cx="387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3" name="Rectangle 204"/>
                        <wps:cNvSpPr>
                          <a:spLocks noChangeArrowheads="1"/>
                        </wps:cNvSpPr>
                        <wps:spPr bwMode="auto">
                          <a:xfrm>
                            <a:off x="1223010" y="2237544"/>
                            <a:ext cx="1454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№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4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1367790" y="2237544"/>
                            <a:ext cx="387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5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1405890" y="2237544"/>
                            <a:ext cx="610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6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2016760" y="2237544"/>
                            <a:ext cx="768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7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2093595" y="2237544"/>
                            <a:ext cx="153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8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2245995" y="2237544"/>
                            <a:ext cx="768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9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2322830" y="2237544"/>
                            <a:ext cx="153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0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2475230" y="2237544"/>
                            <a:ext cx="387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1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635" y="2488369"/>
                            <a:ext cx="323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2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33020" y="2488369"/>
                            <a:ext cx="30162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proofErr w:type="spellStart"/>
                              <w:r>
                                <w:rPr>
                                  <w:color w:val="000000"/>
                                  <w:sz w:val="20"/>
                                  <w:lang w:val="en-US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20"/>
                                  <w:lang w:val="en-US"/>
                                </w:rPr>
                                <w:t xml:space="preserve"> №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3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333375" y="2466779"/>
                            <a:ext cx="8388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4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1174115" y="2466779"/>
                            <a:ext cx="387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5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1212215" y="2466779"/>
                            <a:ext cx="14287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proofErr w:type="spellStart"/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от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6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1470025" y="2466779"/>
                            <a:ext cx="6864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7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2157730" y="2466779"/>
                            <a:ext cx="768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8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2233930" y="2466779"/>
                            <a:ext cx="229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9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2463165" y="2466779"/>
                            <a:ext cx="387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70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635" y="2657279"/>
                            <a:ext cx="450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71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635" y="2825554"/>
                            <a:ext cx="450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Cs w:val="28"/>
                                  <w:lang w:val="en-US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72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89535" y="2825554"/>
                            <a:ext cx="450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73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135255" y="2825554"/>
                            <a:ext cx="450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b/>
                                  <w:bCs/>
                                  <w:color w:val="000000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74" name="Picture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2495" y="49969"/>
                            <a:ext cx="725805" cy="744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75" name="Line 226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2857939"/>
                            <a:ext cx="142240" cy="0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" name="Line 227"/>
                        <wps:cNvCnPr>
                          <a:cxnSpLocks noChangeShapeType="1"/>
                        </wps:cNvCnPr>
                        <wps:spPr bwMode="auto">
                          <a:xfrm>
                            <a:off x="1270" y="2856669"/>
                            <a:ext cx="0" cy="110490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" name="Line 228"/>
                        <wps:cNvCnPr>
                          <a:cxnSpLocks noChangeShapeType="1"/>
                        </wps:cNvCnPr>
                        <wps:spPr bwMode="auto">
                          <a:xfrm flipH="1">
                            <a:off x="2296160" y="2867464"/>
                            <a:ext cx="142240" cy="0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8" name="Line 229"/>
                        <wps:cNvCnPr>
                          <a:cxnSpLocks noChangeShapeType="1"/>
                        </wps:cNvCnPr>
                        <wps:spPr bwMode="auto">
                          <a:xfrm>
                            <a:off x="2437765" y="2864289"/>
                            <a:ext cx="0" cy="110490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9" name="Line 230"/>
                        <wps:cNvCnPr>
                          <a:cxnSpLocks noChangeShapeType="1"/>
                        </wps:cNvCnPr>
                        <wps:spPr bwMode="auto">
                          <a:xfrm flipH="1">
                            <a:off x="3334385" y="707194"/>
                            <a:ext cx="142875" cy="0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0" name="Line 231"/>
                        <wps:cNvCnPr>
                          <a:cxnSpLocks noChangeShapeType="1"/>
                        </wps:cNvCnPr>
                        <wps:spPr bwMode="auto">
                          <a:xfrm>
                            <a:off x="3336290" y="704019"/>
                            <a:ext cx="0" cy="110490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1" name="Line 232"/>
                        <wps:cNvCnPr>
                          <a:cxnSpLocks noChangeShapeType="1"/>
                        </wps:cNvCnPr>
                        <wps:spPr bwMode="auto">
                          <a:xfrm flipH="1">
                            <a:off x="5971540" y="707194"/>
                            <a:ext cx="142240" cy="0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6111875" y="704019"/>
                            <a:ext cx="0" cy="110490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3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600710" y="2179759"/>
                            <a:ext cx="450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84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1991360" y="2223574"/>
                            <a:ext cx="450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85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755015" y="2461699"/>
                            <a:ext cx="450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86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1858010" y="2484559"/>
                            <a:ext cx="450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87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3404235" y="752279"/>
                            <a:ext cx="450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88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1198245" y="2935409"/>
                            <a:ext cx="4508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48A" w:rsidRDefault="0067148A" w:rsidP="0067148A">
                              <w:r>
                                <w:rPr>
                                  <w:color w:val="000000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C8053E" id="Полотно 494" o:spid="_x0000_s1026" editas="canvas" style="position:absolute;margin-left:0;margin-top:1.95pt;width:481.9pt;height:247.2pt;z-index:-251649024;mso-position-horizontal:left;mso-position-horizontal-relative:margin" coordsize="61201,313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201;height:31394;visibility:visible;mso-wrap-style:square">
                  <v:fill o:detectmouseclick="t"/>
                  <v:path o:connecttype="none"/>
                </v:shape>
                <v:rect id="Rectangle 124" o:spid="_x0000_s1028" style="position:absolute;left:28879;top:359;width:483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30"/>
                            <w:szCs w:val="30"/>
                            <w:lang w:val="en-US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25" o:spid="_x0000_s1029" style="position:absolute;left:29794;top:423;width:45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Cs w:val="2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6" o:spid="_x0000_s1030" style="position:absolute;left:3994;top:1661;width:45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Cs w:val="2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7" o:spid="_x0000_s1031" style="position:absolute;left:3994;top:4709;width:45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Cs w:val="2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8" o:spid="_x0000_s1032" style="position:absolute;left:6;top:7960;width:45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lang w:val="en-US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129" o:spid="_x0000_s1033" style="position:absolute;left:1060;top:7960;width:45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0" o:spid="_x0000_s1034" style="position:absolute;left:1409;top:7960;width:45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lang w:val="en-US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131" o:spid="_x0000_s1035" style="position:absolute;left:2463;top:7960;width:45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2" o:spid="_x0000_s1036" style="position:absolute;left:2819;top:8081;width:19234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>УПРАВЛЕНИЕ ОБРАЗОВАНИЯ</w:t>
                        </w:r>
                      </w:p>
                    </w:txbxContent>
                  </v:textbox>
                </v:rect>
                <v:rect id="Rectangle 133" o:spid="_x0000_s1037" style="position:absolute;left:22098;top:8081;width:323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4" o:spid="_x0000_s1038" style="position:absolute;left:6;top:9491;width:324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135" o:spid="_x0000_s1039" style="position:absolute;left:971;top:9491;width:324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36" o:spid="_x0000_s1040" style="position:absolute;left:1612;top:9491;width:22676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>АДМИНИСТРАЦИИ КУНГУРСК</w:t>
                        </w:r>
                        <w:r>
                          <w:rPr>
                            <w:b/>
                            <w:bCs/>
                            <w:color w:val="000000"/>
                            <w:sz w:val="20"/>
                          </w:rPr>
                          <w:t>О</w:t>
                        </w:r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>ГО</w:t>
                        </w:r>
                      </w:p>
                    </w:txbxContent>
                  </v:textbox>
                </v:rect>
                <v:rect id="Rectangle 137" o:spid="_x0000_s1041" style="position:absolute;left:23329;top:9491;width:324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8" o:spid="_x0000_s1042" style="position:absolute;left:6;top:10894;width:32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39" o:spid="_x0000_s1043" style="position:absolute;left:647;top:10894;width:32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40" o:spid="_x0000_s1044" style="position:absolute;left:1289;top:10894;width:323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141" o:spid="_x0000_s1045" style="position:absolute;left:2254;top:10894;width:32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42" o:spid="_x0000_s1046" style="position:absolute;left:2876;top:10894;width:19209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>МУНИЦИПАЛЬНОГО ОКРУГА</w:t>
                        </w:r>
                      </w:p>
                    </w:txbxContent>
                  </v:textbox>
                </v:rect>
                <v:rect id="Rectangle 143" o:spid="_x0000_s1047" style="position:absolute;left:22123;top:10894;width:32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39k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sFzn8HsmHQG5ewEAAP//AwBQSwECLQAUAAYACAAAACEA2+H2y+4AAACFAQAAEwAAAAAAAAAAAAAA&#10;AAAAAAAAW0NvbnRlbnRfVHlwZXNdLnhtbFBLAQItABQABgAIAAAAIQBa9CxbvwAAABUBAAALAAAA&#10;AAAAAAAAAAAAAB8BAABfcmVscy8ucmVsc1BLAQItABQABgAIAAAAIQCyS39k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4" o:spid="_x0000_s1048" style="position:absolute;left:6;top:12278;width:32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 xml:space="preserve">     </w:t>
                        </w:r>
                      </w:p>
                    </w:txbxContent>
                  </v:textbox>
                </v:rect>
                <v:rect id="Rectangle 145" o:spid="_x0000_s1049" style="position:absolute;left:1612;top:12278;width:32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46" o:spid="_x0000_s1050" style="position:absolute;left:2254;top:12278;width:32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147" o:spid="_x0000_s1051" style="position:absolute;left:3517;top:12278;width:32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48" o:spid="_x0000_s1052" style="position:absolute;left:4159;top:12278;width:32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149" o:spid="_x0000_s1053" style="position:absolute;left:5105;top:12278;width:32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0" o:spid="_x0000_s1054" style="position:absolute;left:5429;top:12278;width:32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51" o:spid="_x0000_s1055" style="position:absolute;left:6070;top:12278;width:32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2" o:spid="_x0000_s1056" style="position:absolute;left:6394;top:12278;width:12281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>ПЕРМСКОГО КРАЯ</w:t>
                        </w:r>
                      </w:p>
                    </w:txbxContent>
                  </v:textbox>
                </v:rect>
                <v:rect id="Rectangle 153" o:spid="_x0000_s1057" style="position:absolute;left:18688;top:12278;width:323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4" o:spid="_x0000_s1058" style="position:absolute;left:6;top:13688;width:32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55" o:spid="_x0000_s1059" style="position:absolute;left:647;top:13688;width:32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56" o:spid="_x0000_s1060" style="position:absolute;left:1289;top:13688;width:323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157" o:spid="_x0000_s1061" style="position:absolute;left:2254;top:13688;width:32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8" o:spid="_x0000_s1062" style="position:absolute;left:2559;top:13688;width:20078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>(УПРАВЛЕНИЕ ОБРАЗОВАНИЯ)</w:t>
                        </w:r>
                      </w:p>
                    </w:txbxContent>
                  </v:textbox>
                </v:rect>
                <v:rect id="Rectangle 159" o:spid="_x0000_s1063" style="position:absolute;left:22675;top:13688;width:32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0" o:spid="_x0000_s1064" style="position:absolute;left:6;top:15231;width:29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    </w:t>
                        </w:r>
                      </w:p>
                    </w:txbxContent>
                  </v:textbox>
                </v:rect>
                <v:rect id="Rectangle 161" o:spid="_x0000_s1065" style="position:absolute;left:1460;top:15231;width:29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62" o:spid="_x0000_s1066" style="position:absolute;left:2025;top:15231;width:29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163" o:spid="_x0000_s1067" style="position:absolute;left:2876;top:15231;width:29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       </w:t>
                        </w:r>
                      </w:p>
                    </w:txbxContent>
                  </v:textbox>
                </v:rect>
                <v:rect id="Rectangle 164" o:spid="_x0000_s1068" style="position:absolute;left:5187;top:15231;width:13913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 w:rsidRPr="0067148A">
                          <w:rPr>
                            <w:color w:val="000000"/>
                            <w:sz w:val="18"/>
                            <w:szCs w:val="18"/>
                          </w:rPr>
                          <w:t xml:space="preserve">Гагарина ул., д. 7, г. Кунгур, </w:t>
                        </w:r>
                      </w:p>
                    </w:txbxContent>
                  </v:textbox>
                </v:rect>
                <v:rect id="Rectangle 165" o:spid="_x0000_s1069" style="position:absolute;left:19392;top:15231;width:293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6" o:spid="_x0000_s1070" style="position:absolute;left:6;top:16622;width:29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    </w:t>
                        </w:r>
                      </w:p>
                    </w:txbxContent>
                  </v:textbox>
                </v:rect>
                <v:rect id="Rectangle 167" o:spid="_x0000_s1071" style="position:absolute;left:1460;top:16622;width:29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168" o:spid="_x0000_s1072" style="position:absolute;left:2311;top:16622;width:11449;height:13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Pr="0067148A" w:rsidRDefault="0067148A" w:rsidP="0067148A">
                        <w:proofErr w:type="spellStart"/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Пермский</w:t>
                        </w:r>
                        <w:proofErr w:type="spellEnd"/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край</w:t>
                        </w:r>
                        <w:proofErr w:type="spellEnd"/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, 61747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rect>
                <v:rect id="Rectangle 169" o:spid="_x0000_s1073" style="position:absolute;left:13785;top:16622;width:1074;height:13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, т</w:t>
                        </w:r>
                      </w:p>
                    </w:txbxContent>
                  </v:textbox>
                </v:rect>
                <v:rect id="Rectangle 170" o:spid="_x0000_s1074" style="position:absolute;left:14852;top:16622;width:1365;height:13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proofErr w:type="spellStart"/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ел</w:t>
                        </w:r>
                        <w:proofErr w:type="spellEnd"/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</w:txbxContent>
                  </v:textbox>
                </v:rect>
                <v:rect id="Rectangle 171" o:spid="_x0000_s1075" style="position:absolute;left:16211;top:16622;width:6477;height:13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(34271)64720</w:t>
                        </w:r>
                      </w:p>
                    </w:txbxContent>
                  </v:textbox>
                </v:rect>
                <v:rect id="Rectangle 172" o:spid="_x0000_s1076" style="position:absolute;left:22707;top:16622;width:29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3" o:spid="_x0000_s1077" style="position:absolute;left:6;top:18025;width:29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nvmwQAAANw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VZ7D75l0BOT2DQAA//8DAFBLAQItABQABgAIAAAAIQDb4fbL7gAAAIUBAAATAAAAAAAAAAAAAAAA&#10;AAAAAABbQ29udGVudF9UeXBlc10ueG1sUEsBAi0AFAAGAAgAAAAhAFr0LFu/AAAAFQEAAAsAAAAA&#10;AAAAAAAAAAAAHwEAAF9yZWxzLy5yZWxzUEsBAi0AFAAGAAgAAAAhANFee+bBAAAA3AAAAA8AAAAA&#10;AAAAAAAAAAAABwIAAGRycy9kb3ducmV2LnhtbFBLBQYAAAAAAwADALcAAAD1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174" o:spid="_x0000_s1078" style="position:absolute;left:1168;top:18025;width:29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t59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vOVr+D2TjoDc/wAAAP//AwBQSwECLQAUAAYACAAAACEA2+H2y+4AAACFAQAAEwAAAAAAAAAAAAAA&#10;AAAAAAAAW0NvbnRlbnRfVHlwZXNdLnhtbFBLAQItABQABgAIAAAAIQBa9CxbvwAAABUBAAALAAAA&#10;AAAAAAAAAAAAAB8BAABfcmVscy8ucmVsc1BLAQItABQABgAIAAAAIQC+Et59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175" o:spid="_x0000_s1079" style="position:absolute;left:2025;top:18025;width:29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176" o:spid="_x0000_s1080" style="position:absolute;left:3168;top:18025;width:699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E</w:t>
                        </w:r>
                      </w:p>
                    </w:txbxContent>
                  </v:textbox>
                </v:rect>
                <v:rect id="Rectangle 177" o:spid="_x0000_s1081" style="position:absolute;left:3873;top:18025;width:381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-</w:t>
                        </w:r>
                      </w:p>
                    </w:txbxContent>
                  </v:textbox>
                </v:rect>
                <v:rect id="Rectangle 178" o:spid="_x0000_s1082" style="position:absolute;left:4254;top:18025;width:2032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mail</w:t>
                        </w:r>
                      </w:p>
                    </w:txbxContent>
                  </v:textbox>
                </v:rect>
                <v:rect id="Rectangle 179" o:spid="_x0000_s1083" style="position:absolute;left:6267;top:18025;width:324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: </w:t>
                        </w:r>
                      </w:p>
                    </w:txbxContent>
                  </v:textbox>
                </v:rect>
                <v:rect id="Rectangle 180" o:spid="_x0000_s1084" style="position:absolute;left:6883;top:18025;width:3238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proofErr w:type="spellStart"/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kungur</w:t>
                        </w:r>
                        <w:proofErr w:type="spellEnd"/>
                      </w:p>
                    </w:txbxContent>
                  </v:textbox>
                </v:rect>
                <v:rect id="Rectangle 181" o:spid="_x0000_s1085" style="position:absolute;left:10134;top:18025;width:381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-</w:t>
                        </w:r>
                      </w:p>
                    </w:txbxContent>
                  </v:textbox>
                </v:rect>
                <v:rect id="Rectangle 182" o:spid="_x0000_s1086" style="position:absolute;left:10515;top:18025;width:1524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proofErr w:type="spellStart"/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obr</w:t>
                        </w:r>
                        <w:proofErr w:type="spellEnd"/>
                      </w:p>
                    </w:txbxContent>
                  </v:textbox>
                </v:rect>
                <v:rect id="Rectangle 183" o:spid="_x0000_s1087" style="position:absolute;left:12045;top:18025;width:1055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+07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vK1z+D2TjoDc/wAAAP//AwBQSwECLQAUAAYACAAAACEA2+H2y+4AAACFAQAAEwAAAAAAAAAAAAAA&#10;AAAAAAAAW0NvbnRlbnRfVHlwZXNdLnhtbFBLAQItABQABgAIAAAAIQBa9CxbvwAAABUBAAALAAAA&#10;AAAAAAAAAAAAAB8BAABfcmVscy8ucmVsc1BLAQItABQABgAIAAAAIQBUh+07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@</w:t>
                        </w:r>
                      </w:p>
                    </w:txbxContent>
                  </v:textbox>
                </v:rect>
                <v:rect id="Rectangle 184" o:spid="_x0000_s1088" style="position:absolute;left:13100;top:18025;width:3238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proofErr w:type="spellStart"/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kungur</w:t>
                        </w:r>
                        <w:proofErr w:type="spellEnd"/>
                      </w:p>
                    </w:txbxContent>
                  </v:textbox>
                </v:rect>
                <v:rect id="Rectangle 185" o:spid="_x0000_s1089" style="position:absolute;left:16338;top:18025;width:292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</w:txbxContent>
                  </v:textbox>
                </v:rect>
                <v:rect id="Rectangle 186" o:spid="_x0000_s1090" style="position:absolute;left:16624;top:18025;width:4127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proofErr w:type="spellStart"/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permkrai</w:t>
                        </w:r>
                        <w:proofErr w:type="spellEnd"/>
                      </w:p>
                    </w:txbxContent>
                  </v:textbox>
                </v:rect>
                <v:rect id="Rectangle 187" o:spid="_x0000_s1091" style="position:absolute;left:20739;top:18025;width:292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</w:txbxContent>
                  </v:textbox>
                </v:rect>
                <v:rect id="Rectangle 188" o:spid="_x0000_s1092" style="position:absolute;left:21024;top:18025;width:953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proofErr w:type="spellStart"/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ru</w:t>
                        </w:r>
                        <w:proofErr w:type="spellEnd"/>
                      </w:p>
                    </w:txbxContent>
                  </v:textbox>
                </v:rect>
                <v:rect id="Rectangle 189" o:spid="_x0000_s1093" style="position:absolute;left:21990;top:18025;width:29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0" o:spid="_x0000_s1094" style="position:absolute;left:6;top:19429;width:292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191" o:spid="_x0000_s1095" style="position:absolute;left:1168;top:19429;width:292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192" o:spid="_x0000_s1096" style="position:absolute;left:2025;top:19429;width:292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193" o:spid="_x0000_s1097" style="position:absolute;left:2895;top:19429;width:19336;height:13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ОКПО 02113613, ОГРН 1025901893270</w:t>
                        </w:r>
                      </w:p>
                    </w:txbxContent>
                  </v:textbox>
                </v:rect>
                <v:rect id="Rectangle 194" o:spid="_x0000_s1098" style="position:absolute;left:22250;top:19429;width:292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5" o:spid="_x0000_s1099" style="position:absolute;left:6;top:20819;width:29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      </w:t>
                        </w:r>
                      </w:p>
                    </w:txbxContent>
                  </v:textbox>
                </v:rect>
                <v:rect id="Rectangle 196" o:spid="_x0000_s1100" style="position:absolute;left:2025;top:20819;width:29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197" o:spid="_x0000_s1101" style="position:absolute;left:2876;top:20819;width:29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198" o:spid="_x0000_s1102" style="position:absolute;left:4038;top:20819;width:16675;height:13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ИНН/КПП 5917101200/591701001</w:t>
                        </w:r>
                      </w:p>
                    </w:txbxContent>
                  </v:textbox>
                </v:rect>
                <v:rect id="Rectangle 199" o:spid="_x0000_s1103" style="position:absolute;left:20739;top:20819;width:292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0" o:spid="_x0000_s1104" style="position:absolute;left:6;top:22375;width:387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1" o:spid="_x0000_s1105" style="position:absolute;left:387;top:22375;width:9912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_____________</w:t>
                        </w:r>
                      </w:p>
                    </w:txbxContent>
                  </v:textbox>
                </v:rect>
                <v:rect id="Rectangle 202" o:spid="_x0000_s1106" style="position:absolute;left:10318;top:22375;width:1531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__</w:t>
                        </w:r>
                      </w:p>
                    </w:txbxContent>
                  </v:textbox>
                </v:rect>
                <v:rect id="Rectangle 203" o:spid="_x0000_s1107" style="position:absolute;left:11842;top:22375;width:388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4" o:spid="_x0000_s1108" style="position:absolute;left:12230;top:22375;width:1454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№</w:t>
                        </w:r>
                      </w:p>
                    </w:txbxContent>
                  </v:textbox>
                </v:rect>
                <v:rect id="Rectangle 205" o:spid="_x0000_s1109" style="position:absolute;left:13677;top:22375;width:388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6" o:spid="_x0000_s1110" style="position:absolute;left:14058;top:22375;width:6103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________</w:t>
                        </w:r>
                      </w:p>
                    </w:txbxContent>
                  </v:textbox>
                </v:rect>
                <v:rect id="Rectangle 207" o:spid="_x0000_s1111" style="position:absolute;left:20167;top:22375;width:768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_</w:t>
                        </w:r>
                      </w:p>
                    </w:txbxContent>
                  </v:textbox>
                </v:rect>
                <v:rect id="Rectangle 208" o:spid="_x0000_s1112" style="position:absolute;left:20935;top:22375;width:1531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__</w:t>
                        </w:r>
                      </w:p>
                    </w:txbxContent>
                  </v:textbox>
                </v:rect>
                <v:rect id="Rectangle 209" o:spid="_x0000_s1113" style="position:absolute;left:22459;top:22375;width:769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_</w:t>
                        </w:r>
                      </w:p>
                    </w:txbxContent>
                  </v:textbox>
                </v:rect>
                <v:rect id="Rectangle 210" o:spid="_x0000_s1114" style="position:absolute;left:23228;top:22375;width:1530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__</w:t>
                        </w:r>
                      </w:p>
                    </w:txbxContent>
                  </v:textbox>
                </v:rect>
                <v:rect id="Rectangle 211" o:spid="_x0000_s1115" style="position:absolute;left:24752;top:22375;width:387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2" o:spid="_x0000_s1116" style="position:absolute;left:6;top:24883;width:324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3" o:spid="_x0000_s1117" style="position:absolute;left:330;top:24883;width:3016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" filled="f" stroked="f">
                  <v:textbox style="mso-fit-shape-to-text:t" inset="0,0,0,0">
                    <w:txbxContent>
                      <w:p w:rsidR="0067148A" w:rsidRDefault="0067148A" w:rsidP="0067148A">
                        <w:proofErr w:type="spellStart"/>
                        <w:r>
                          <w:rPr>
                            <w:color w:val="000000"/>
                            <w:sz w:val="20"/>
                            <w:lang w:val="en-US"/>
                          </w:rPr>
                          <w:t>На</w:t>
                        </w:r>
                        <w:proofErr w:type="spellEnd"/>
                        <w:r>
                          <w:rPr>
                            <w:color w:val="000000"/>
                            <w:sz w:val="20"/>
                            <w:lang w:val="en-US"/>
                          </w:rPr>
                          <w:t xml:space="preserve"> №</w:t>
                        </w:r>
                      </w:p>
                    </w:txbxContent>
                  </v:textbox>
                </v:rect>
                <v:rect id="Rectangle 214" o:spid="_x0000_s1118" style="position:absolute;left:3333;top:24667;width:8389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___________</w:t>
                        </w:r>
                      </w:p>
                    </w:txbxContent>
                  </v:textbox>
                </v:rect>
                <v:rect id="Rectangle 215" o:spid="_x0000_s1119" style="position:absolute;left:11741;top:24667;width:387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6" o:spid="_x0000_s1120" style="position:absolute;left:12122;top:24667;width:1428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proofErr w:type="spellStart"/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от</w:t>
                        </w:r>
                        <w:proofErr w:type="spellEnd"/>
                      </w:p>
                    </w:txbxContent>
                  </v:textbox>
                </v:rect>
                <v:rect id="Rectangle 217" o:spid="_x0000_s1121" style="position:absolute;left:14700;top:24667;width:6864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_________</w:t>
                        </w:r>
                      </w:p>
                    </w:txbxContent>
                  </v:textbox>
                </v:rect>
                <v:rect id="Rectangle 218" o:spid="_x0000_s1122" style="position:absolute;left:21577;top:24667;width:768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_</w:t>
                        </w:r>
                      </w:p>
                    </w:txbxContent>
                  </v:textbox>
                </v:rect>
                <v:rect id="Rectangle 219" o:spid="_x0000_s1123" style="position:absolute;left:22339;top:24667;width:2292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>___</w:t>
                        </w:r>
                      </w:p>
                    </w:txbxContent>
                  </v:textbox>
                </v:rect>
                <v:rect id="Rectangle 220" o:spid="_x0000_s1124" style="position:absolute;left:24631;top:24667;width:388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" o:spid="_x0000_s1125" style="position:absolute;left:6;top:26572;width:45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Cs w:val="2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2" o:spid="_x0000_s1126" style="position:absolute;left:6;top:28255;width:45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Cs w:val="28"/>
                            <w:lang w:val="en-US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223" o:spid="_x0000_s1127" style="position:absolute;left:895;top:28255;width:45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Cs w:val="2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4" o:spid="_x0000_s1128" style="position:absolute;left:1352;top:28255;width:45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b/>
                            <w:bCs/>
                            <w:color w:val="000000"/>
                            <w:szCs w:val="2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25" o:spid="_x0000_s1129" type="#_x0000_t75" style="position:absolute;left:9124;top:499;width:7259;height:74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">
                  <v:imagedata r:id="rId8" o:title=""/>
                </v:shape>
                <v:line id="Line 226" o:spid="_x0000_s1130" style="position:absolute;flip:x;visibility:visible;mso-wrap-style:square" from="0,28579" to="1422,28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" strokeweight=".5pt">
                  <v:stroke joinstyle="miter"/>
                </v:line>
                <v:line id="Line 227" o:spid="_x0000_s1131" style="position:absolute;visibility:visible;mso-wrap-style:square" from="12,28566" to="12,296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" strokeweight=".5pt">
                  <v:stroke joinstyle="miter"/>
                </v:line>
                <v:line id="Line 228" o:spid="_x0000_s1132" style="position:absolute;flip:x;visibility:visible;mso-wrap-style:square" from="22961,28674" to="24384,28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" strokeweight=".5pt">
                  <v:stroke joinstyle="miter"/>
                </v:line>
                <v:line id="Line 229" o:spid="_x0000_s1133" style="position:absolute;visibility:visible;mso-wrap-style:square" from="24377,28642" to="24377,29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" strokeweight=".5pt">
                  <v:stroke joinstyle="miter"/>
                </v:line>
                <v:line id="Line 230" o:spid="_x0000_s1134" style="position:absolute;flip:x;visibility:visible;mso-wrap-style:square" from="33343,7071" to="34772,7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" strokeweight=".5pt">
                  <v:stroke joinstyle="miter"/>
                </v:line>
                <v:line id="Line 231" o:spid="_x0000_s1135" style="position:absolute;visibility:visible;mso-wrap-style:square" from="33362,7040" to="33362,8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" strokeweight=".5pt">
                  <v:stroke joinstyle="miter"/>
                </v:line>
                <v:line id="Line 232" o:spid="_x0000_s1136" style="position:absolute;flip:x;visibility:visible;mso-wrap-style:square" from="59715,7071" to="61137,7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" strokeweight=".5pt">
                  <v:stroke joinstyle="miter"/>
                </v:line>
                <v:line id="Line 233" o:spid="_x0000_s1137" style="position:absolute;visibility:visible;mso-wrap-style:square" from="61118,7040" to="61118,8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" strokeweight=".5pt">
                  <v:stroke joinstyle="miter"/>
                </v:line>
                <v:rect id="Rectangle 234" o:spid="_x0000_s1138" style="position:absolute;left:6007;top:21797;width:45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Cs w:val="2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5" o:spid="_x0000_s1139" style="position:absolute;left:19913;top:22235;width:45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Cs w:val="2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6" o:spid="_x0000_s1140" style="position:absolute;left:7550;top:24616;width:45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Cs w:val="2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7" o:spid="_x0000_s1141" style="position:absolute;left:18580;top:24845;width:450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Cs w:val="2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8" o:spid="_x0000_s1142" style="position:absolute;left:34042;top:7522;width:451;height:20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Cs w:val="2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9" o:spid="_x0000_s1143" style="position:absolute;left:11982;top:29354;width:451;height:20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" filled="f" stroked="f">
                  <v:textbox style="mso-fit-shape-to-text:t" inset="0,0,0,0">
                    <w:txbxContent>
                      <w:p w:rsidR="0067148A" w:rsidRDefault="0067148A" w:rsidP="0067148A">
                        <w:r>
                          <w:rPr>
                            <w:color w:val="000000"/>
                            <w:szCs w:val="2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813A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2197F9" wp14:editId="3FCFFC88">
                <wp:simplePos x="0" y="0"/>
                <wp:positionH relativeFrom="page">
                  <wp:posOffset>4302760</wp:posOffset>
                </wp:positionH>
                <wp:positionV relativeFrom="page">
                  <wp:posOffset>1195070</wp:posOffset>
                </wp:positionV>
                <wp:extent cx="2663825" cy="1339850"/>
                <wp:effectExtent l="0" t="0" r="0" b="0"/>
                <wp:wrapNone/>
                <wp:docPr id="43" name="Надпись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82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6BC" w:rsidRDefault="00CD46BC" w:rsidP="00CD46BC">
                            <w:pPr>
                              <w:pStyle w:val="ac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2197F9" id="_x0000_t202" coordsize="21600,21600" o:spt="202" path="m,l,21600r21600,l21600,xe">
                <v:stroke joinstyle="miter"/>
                <v:path gradientshapeok="t" o:connecttype="rect"/>
              </v:shapetype>
              <v:shape id="Надпись 43" o:spid="_x0000_s1144" type="#_x0000_t202" style="position:absolute;margin-left:338.8pt;margin-top:94.1pt;width:209.75pt;height:105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" filled="f" stroked="f">
                <v:textbox inset="0,0,0,0">
                  <w:txbxContent>
                    <w:p w:rsidR="00CD46BC" w:rsidRDefault="00CD46BC" w:rsidP="00CD46BC">
                      <w:pPr>
                        <w:pStyle w:val="ac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D46B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17B56A" wp14:editId="0D976C57">
                <wp:simplePos x="0" y="0"/>
                <wp:positionH relativeFrom="page">
                  <wp:posOffset>2310115</wp:posOffset>
                </wp:positionH>
                <wp:positionV relativeFrom="page">
                  <wp:posOffset>2808117</wp:posOffset>
                </wp:positionV>
                <wp:extent cx="1134110" cy="182880"/>
                <wp:effectExtent l="0" t="1905" r="0" b="0"/>
                <wp:wrapNone/>
                <wp:docPr id="46" name="Надпись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6BC" w:rsidRDefault="00CD46BC" w:rsidP="00CD46BC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17B56A" id="Надпись 46" o:spid="_x0000_s1145" type="#_x0000_t202" style="position:absolute;margin-left:181.9pt;margin-top:221.1pt;width:89.3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" filled="f" stroked="f">
                <v:textbox inset="0,0,0,0">
                  <w:txbxContent>
                    <w:p w:rsidR="00CD46BC" w:rsidRDefault="00CD46BC" w:rsidP="00CD46BC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D46B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240E5D" wp14:editId="5347C792">
                <wp:simplePos x="0" y="0"/>
                <wp:positionH relativeFrom="page">
                  <wp:posOffset>922182</wp:posOffset>
                </wp:positionH>
                <wp:positionV relativeFrom="page">
                  <wp:posOffset>2812444</wp:posOffset>
                </wp:positionV>
                <wp:extent cx="1134110" cy="182880"/>
                <wp:effectExtent l="0" t="1905" r="0" b="0"/>
                <wp:wrapNone/>
                <wp:docPr id="44" name="Надпись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6BC" w:rsidRDefault="00CD46BC" w:rsidP="00CD46BC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40E5D" id="Надпись 44" o:spid="_x0000_s1146" type="#_x0000_t202" style="position:absolute;margin-left:72.6pt;margin-top:221.45pt;width:89.3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" filled="f" stroked="f">
                <v:textbox inset="0,0,0,0">
                  <w:txbxContent>
                    <w:p w:rsidR="00CD46BC" w:rsidRDefault="00CD46BC" w:rsidP="00CD46BC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D46B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C01850" wp14:editId="7B717A98">
                <wp:simplePos x="0" y="0"/>
                <wp:positionH relativeFrom="page">
                  <wp:posOffset>2416618</wp:posOffset>
                </wp:positionH>
                <wp:positionV relativeFrom="page">
                  <wp:posOffset>3033764</wp:posOffset>
                </wp:positionV>
                <wp:extent cx="810260" cy="182880"/>
                <wp:effectExtent l="0" t="0" r="1905" b="635"/>
                <wp:wrapNone/>
                <wp:docPr id="48" name="Надпись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6BC" w:rsidRDefault="00CD46BC" w:rsidP="00CD46BC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01850" id="Надпись 48" o:spid="_x0000_s1147" type="#_x0000_t202" style="position:absolute;margin-left:190.3pt;margin-top:238.9pt;width:63.8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" filled="f" stroked="f">
                <v:textbox inset="0,0,0,0">
                  <w:txbxContent>
                    <w:p w:rsidR="00CD46BC" w:rsidRDefault="00CD46BC" w:rsidP="00CD46BC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D46B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7908A3" wp14:editId="7D4D32F2">
                <wp:simplePos x="0" y="0"/>
                <wp:positionH relativeFrom="page">
                  <wp:posOffset>1252324</wp:posOffset>
                </wp:positionH>
                <wp:positionV relativeFrom="page">
                  <wp:posOffset>3031062</wp:posOffset>
                </wp:positionV>
                <wp:extent cx="810260" cy="182880"/>
                <wp:effectExtent l="0" t="0" r="1905" b="635"/>
                <wp:wrapNone/>
                <wp:docPr id="47" name="Надпись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6BC" w:rsidRDefault="00CD46BC" w:rsidP="00CD46BC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7908A3" id="Надпись 47" o:spid="_x0000_s1148" type="#_x0000_t202" style="position:absolute;margin-left:98.6pt;margin-top:238.65pt;width:63.8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" filled="f" stroked="f">
                <v:textbox inset="0,0,0,0">
                  <w:txbxContent>
                    <w:p w:rsidR="00CD46BC" w:rsidRDefault="00CD46BC" w:rsidP="00CD46BC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tab/>
      </w:r>
      <w:r>
        <w:tab/>
      </w:r>
    </w:p>
    <w:p w:rsidR="0067148A" w:rsidRPr="00CD46BC" w:rsidRDefault="0067148A" w:rsidP="0067148A">
      <w:pPr>
        <w:suppressAutoHyphens/>
      </w:pPr>
    </w:p>
    <w:p w:rsidR="0067148A" w:rsidRPr="00CD46BC" w:rsidRDefault="0067148A" w:rsidP="0067148A">
      <w:pPr>
        <w:suppressAutoHyphens/>
      </w:pPr>
    </w:p>
    <w:p w:rsidR="0067148A" w:rsidRPr="00CD46BC" w:rsidRDefault="0067148A" w:rsidP="0067148A">
      <w:pPr>
        <w:suppressAutoHyphens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73B977" wp14:editId="079ECFEB">
                <wp:simplePos x="0" y="0"/>
                <wp:positionH relativeFrom="page">
                  <wp:posOffset>4302760</wp:posOffset>
                </wp:positionH>
                <wp:positionV relativeFrom="page">
                  <wp:posOffset>1195070</wp:posOffset>
                </wp:positionV>
                <wp:extent cx="2663825" cy="1339850"/>
                <wp:effectExtent l="0" t="0" r="0" b="0"/>
                <wp:wrapNone/>
                <wp:docPr id="489" name="Надпись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82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148A" w:rsidRDefault="005B3D02" w:rsidP="0067148A">
                            <w:pPr>
                              <w:pStyle w:val="ac"/>
                            </w:pPr>
                            <w:r>
                              <w:t xml:space="preserve">Руководителям </w:t>
                            </w:r>
                            <w:r w:rsidRPr="005B3D02">
                              <w:t>образовательных организаций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3B977" id="Надпись 489" o:spid="_x0000_s1149" type="#_x0000_t202" style="position:absolute;margin-left:338.8pt;margin-top:94.1pt;width:209.75pt;height:105.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" filled="f" stroked="f">
                <v:textbox inset="0,0,0,0">
                  <w:txbxContent>
                    <w:p w:rsidR="0067148A" w:rsidRDefault="005B3D02" w:rsidP="0067148A">
                      <w:pPr>
                        <w:pStyle w:val="ac"/>
                      </w:pPr>
                      <w:r>
                        <w:t xml:space="preserve">Руководителям </w:t>
                      </w:r>
                      <w:r w:rsidRPr="005B3D02">
                        <w:t>образовательных организаций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67148A" w:rsidRPr="00CD46BC" w:rsidRDefault="0067148A" w:rsidP="0067148A">
      <w:pPr>
        <w:suppressAutoHyphens/>
      </w:pPr>
    </w:p>
    <w:p w:rsidR="0067148A" w:rsidRPr="00CD46BC" w:rsidRDefault="0067148A" w:rsidP="0067148A">
      <w:pPr>
        <w:suppressAutoHyphens/>
      </w:pPr>
    </w:p>
    <w:p w:rsidR="0067148A" w:rsidRPr="00CD46BC" w:rsidRDefault="0067148A" w:rsidP="0067148A">
      <w:pPr>
        <w:suppressAutoHyphens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9B1AFF" wp14:editId="4367A46B">
                <wp:simplePos x="0" y="0"/>
                <wp:positionH relativeFrom="page">
                  <wp:posOffset>2310115</wp:posOffset>
                </wp:positionH>
                <wp:positionV relativeFrom="page">
                  <wp:posOffset>2808117</wp:posOffset>
                </wp:positionV>
                <wp:extent cx="1134110" cy="182880"/>
                <wp:effectExtent l="0" t="1905" r="0" b="0"/>
                <wp:wrapNone/>
                <wp:docPr id="490" name="Надпись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148A" w:rsidRDefault="0067148A" w:rsidP="0067148A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B1AFF" id="Надпись 490" o:spid="_x0000_s1150" type="#_x0000_t202" style="position:absolute;margin-left:181.9pt;margin-top:221.1pt;width:89.3pt;height:14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" filled="f" stroked="f">
                <v:textbox inset="0,0,0,0">
                  <w:txbxContent>
                    <w:p w:rsidR="0067148A" w:rsidRDefault="0067148A" w:rsidP="0067148A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67148A" w:rsidRPr="00CD46BC" w:rsidRDefault="0067148A" w:rsidP="0067148A">
      <w:pPr>
        <w:suppressAutoHyphens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1B7968" wp14:editId="0B0D7123">
                <wp:simplePos x="0" y="0"/>
                <wp:positionH relativeFrom="page">
                  <wp:posOffset>922182</wp:posOffset>
                </wp:positionH>
                <wp:positionV relativeFrom="page">
                  <wp:posOffset>2812444</wp:posOffset>
                </wp:positionV>
                <wp:extent cx="1134110" cy="182880"/>
                <wp:effectExtent l="0" t="1905" r="0" b="0"/>
                <wp:wrapNone/>
                <wp:docPr id="491" name="Надпись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148A" w:rsidRDefault="0067148A" w:rsidP="0067148A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1B7968" id="Надпись 491" o:spid="_x0000_s1151" type="#_x0000_t202" style="position:absolute;margin-left:72.6pt;margin-top:221.45pt;width:89.3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" filled="f" stroked="f">
                <v:textbox inset="0,0,0,0">
                  <w:txbxContent>
                    <w:p w:rsidR="0067148A" w:rsidRDefault="0067148A" w:rsidP="0067148A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67148A" w:rsidRDefault="0067148A" w:rsidP="0067148A">
      <w:pPr>
        <w:suppressAutoHyphens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BA03FD" wp14:editId="0437C433">
                <wp:simplePos x="0" y="0"/>
                <wp:positionH relativeFrom="page">
                  <wp:posOffset>2416618</wp:posOffset>
                </wp:positionH>
                <wp:positionV relativeFrom="page">
                  <wp:posOffset>3033764</wp:posOffset>
                </wp:positionV>
                <wp:extent cx="810260" cy="182880"/>
                <wp:effectExtent l="0" t="0" r="1905" b="635"/>
                <wp:wrapNone/>
                <wp:docPr id="492" name="Надпись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148A" w:rsidRDefault="0067148A" w:rsidP="0067148A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A03FD" id="Надпись 492" o:spid="_x0000_s1152" type="#_x0000_t202" style="position:absolute;margin-left:190.3pt;margin-top:238.9pt;width:63.8pt;height:14.4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" filled="f" stroked="f">
                <v:textbox inset="0,0,0,0">
                  <w:txbxContent>
                    <w:p w:rsidR="0067148A" w:rsidRDefault="0067148A" w:rsidP="0067148A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6E9059" wp14:editId="2EA48C89">
                <wp:simplePos x="0" y="0"/>
                <wp:positionH relativeFrom="page">
                  <wp:posOffset>1252324</wp:posOffset>
                </wp:positionH>
                <wp:positionV relativeFrom="page">
                  <wp:posOffset>3031062</wp:posOffset>
                </wp:positionV>
                <wp:extent cx="810260" cy="182880"/>
                <wp:effectExtent l="0" t="0" r="1905" b="635"/>
                <wp:wrapNone/>
                <wp:docPr id="493" name="Надпись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148A" w:rsidRDefault="0067148A" w:rsidP="0067148A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E9059" id="Надпись 493" o:spid="_x0000_s1153" type="#_x0000_t202" style="position:absolute;margin-left:98.6pt;margin-top:238.65pt;width:63.8pt;height:14.4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" filled="f" stroked="f">
                <v:textbox inset="0,0,0,0">
                  <w:txbxContent>
                    <w:p w:rsidR="0067148A" w:rsidRDefault="0067148A" w:rsidP="0067148A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67148A" w:rsidRDefault="0067148A" w:rsidP="0067148A">
      <w:pPr>
        <w:suppressAutoHyphens/>
        <w:spacing w:before="240"/>
      </w:pPr>
    </w:p>
    <w:p w:rsidR="0067148A" w:rsidRDefault="0067148A" w:rsidP="0067148A">
      <w:pPr>
        <w:suppressAutoHyphens/>
        <w:spacing w:before="240"/>
        <w:jc w:val="both"/>
      </w:pPr>
    </w:p>
    <w:p w:rsidR="0067148A" w:rsidRDefault="0067148A" w:rsidP="0067148A">
      <w:pPr>
        <w:suppressAutoHyphens/>
        <w:spacing w:before="240"/>
        <w:jc w:val="both"/>
      </w:pPr>
    </w:p>
    <w:p w:rsidR="0067148A" w:rsidRDefault="0067148A" w:rsidP="0067148A">
      <w:pPr>
        <w:tabs>
          <w:tab w:val="left" w:pos="3750"/>
        </w:tabs>
      </w:pPr>
      <w:r>
        <w:t xml:space="preserve"> </w:t>
      </w:r>
      <w:r w:rsidR="005B3D02">
        <w:t>О про</w:t>
      </w:r>
      <w:r w:rsidR="006A76F7">
        <w:t>филактике КВЭ</w:t>
      </w:r>
      <w:bookmarkStart w:id="0" w:name="_GoBack"/>
      <w:bookmarkEnd w:id="0"/>
    </w:p>
    <w:p w:rsidR="0067148A" w:rsidRDefault="0067148A" w:rsidP="0067148A">
      <w:pPr>
        <w:tabs>
          <w:tab w:val="left" w:pos="3750"/>
        </w:tabs>
      </w:pPr>
    </w:p>
    <w:p w:rsidR="0067148A" w:rsidRPr="001813AE" w:rsidRDefault="005B3D02" w:rsidP="005B3D02">
      <w:pPr>
        <w:tabs>
          <w:tab w:val="left" w:pos="3750"/>
        </w:tabs>
        <w:ind w:firstLine="709"/>
        <w:jc w:val="center"/>
      </w:pPr>
      <w:r>
        <w:t>Уважаемые руководители!</w:t>
      </w:r>
    </w:p>
    <w:p w:rsidR="0067148A" w:rsidRDefault="0067148A" w:rsidP="0067148A">
      <w:pPr>
        <w:tabs>
          <w:tab w:val="left" w:pos="3750"/>
        </w:tabs>
      </w:pPr>
    </w:p>
    <w:p w:rsidR="00F043D3" w:rsidRDefault="00F043D3" w:rsidP="00143233">
      <w:pPr>
        <w:spacing w:line="360" w:lineRule="exact"/>
        <w:ind w:firstLine="709"/>
        <w:jc w:val="both"/>
      </w:pPr>
      <w:r>
        <w:t xml:space="preserve">В </w:t>
      </w:r>
      <w:r w:rsidR="00B90487">
        <w:t>202</w:t>
      </w:r>
      <w:r>
        <w:t>4</w:t>
      </w:r>
      <w:r w:rsidR="00B90487">
        <w:t xml:space="preserve"> году</w:t>
      </w:r>
      <w:r>
        <w:t xml:space="preserve"> </w:t>
      </w:r>
      <w:r w:rsidR="007C14EC" w:rsidRPr="007C14EC">
        <w:t xml:space="preserve">за помощью в медицинские организации </w:t>
      </w:r>
      <w:r w:rsidR="007C14EC">
        <w:t xml:space="preserve">Пермского края </w:t>
      </w:r>
      <w:r w:rsidR="007C14EC" w:rsidRPr="007C14EC">
        <w:t>обратилось около 24 тысяч человек, 4,3 тысячи из них — дети, и это почти в два раза больше, чем в прошлом году</w:t>
      </w:r>
      <w:r w:rsidR="007C14EC">
        <w:t xml:space="preserve">. Кроме того, зарегистрировано случаи заболевания КВЭ </w:t>
      </w:r>
      <w:r>
        <w:t>с летальным исходом</w:t>
      </w:r>
      <w:r w:rsidR="007C14EC">
        <w:t xml:space="preserve"> у </w:t>
      </w:r>
      <w:proofErr w:type="spellStart"/>
      <w:r w:rsidR="007C14EC">
        <w:t>непривитых</w:t>
      </w:r>
      <w:proofErr w:type="spellEnd"/>
      <w:r w:rsidR="007C14EC">
        <w:t xml:space="preserve"> граждан</w:t>
      </w:r>
      <w:r>
        <w:t>.</w:t>
      </w:r>
    </w:p>
    <w:p w:rsidR="007C14EC" w:rsidRDefault="00F043D3" w:rsidP="00143233">
      <w:pPr>
        <w:spacing w:line="360" w:lineRule="exact"/>
        <w:ind w:firstLine="709"/>
        <w:jc w:val="both"/>
      </w:pPr>
      <w:r>
        <w:t xml:space="preserve">В 2025 году ситуация </w:t>
      </w:r>
      <w:r w:rsidR="007C14EC">
        <w:t>по инфекциям, передающимся клещами</w:t>
      </w:r>
      <w:r w:rsidR="007C14EC" w:rsidRPr="007C14EC">
        <w:t xml:space="preserve"> </w:t>
      </w:r>
      <w:r w:rsidR="007C14EC">
        <w:t>(</w:t>
      </w:r>
      <w:r w:rsidR="007C14EC">
        <w:t xml:space="preserve">клещевой энцефалит, клещевой </w:t>
      </w:r>
      <w:proofErr w:type="spellStart"/>
      <w:r w:rsidR="007C14EC">
        <w:t>боррелиоз</w:t>
      </w:r>
      <w:proofErr w:type="spellEnd"/>
      <w:r w:rsidR="007C14EC">
        <w:t xml:space="preserve"> и клещевой риккетсиоз, возбудители, которых человеку передаются иксодовыми клещами</w:t>
      </w:r>
      <w:r w:rsidR="007C14EC">
        <w:t xml:space="preserve">), </w:t>
      </w:r>
      <w:r w:rsidR="001B71E3">
        <w:t>остается напряженной</w:t>
      </w:r>
      <w:r w:rsidR="007C14EC">
        <w:t>. И</w:t>
      </w:r>
      <w:r w:rsidR="007C14EC" w:rsidRPr="007C14EC">
        <w:t>з-за аномально теплой зимы</w:t>
      </w:r>
      <w:r w:rsidR="007C14EC" w:rsidRPr="007C14EC">
        <w:t xml:space="preserve"> </w:t>
      </w:r>
      <w:r w:rsidR="007C14EC">
        <w:t>в</w:t>
      </w:r>
      <w:r w:rsidR="007C14EC" w:rsidRPr="007C14EC">
        <w:t xml:space="preserve"> текущем году кровососущие проснулись раньше.</w:t>
      </w:r>
      <w:r w:rsidR="007C14EC">
        <w:t xml:space="preserve"> П</w:t>
      </w:r>
      <w:r w:rsidR="007C14EC" w:rsidRPr="007C14EC">
        <w:t xml:space="preserve">аразиты становятся активнее весной, когда сходит снег и среднесуточная температура на улице достигает плюсовых значений. </w:t>
      </w:r>
    </w:p>
    <w:p w:rsidR="007C14EC" w:rsidRDefault="007C14EC" w:rsidP="00143233">
      <w:pPr>
        <w:spacing w:line="360" w:lineRule="exact"/>
        <w:ind w:firstLine="709"/>
        <w:jc w:val="both"/>
      </w:pPr>
      <w:r w:rsidRPr="001B71E3">
        <w:t>О</w:t>
      </w:r>
      <w:r>
        <w:t>сновной и лучшей мерой профилактики КВЭ является вакцинопрофилактика.</w:t>
      </w:r>
    </w:p>
    <w:p w:rsidR="007C14EC" w:rsidRDefault="007C14EC" w:rsidP="00143233">
      <w:pPr>
        <w:spacing w:line="360" w:lineRule="exact"/>
        <w:ind w:firstLine="709"/>
        <w:jc w:val="both"/>
      </w:pPr>
      <w:r>
        <w:t>Прививку от клещевого энцефалита необходимо сделать до начала сезона активности клещей либо не позднее, чем за 2 недели до посещения эндемичных по КВЭ территорий.</w:t>
      </w:r>
    </w:p>
    <w:p w:rsidR="00143233" w:rsidRDefault="007C14EC" w:rsidP="00143233">
      <w:pPr>
        <w:spacing w:line="360" w:lineRule="exact"/>
        <w:ind w:firstLine="709"/>
        <w:jc w:val="both"/>
      </w:pPr>
      <w:r>
        <w:t>С целью предотвращения случаев заболеваний инфекциями, передаваемыми клещами в предстоящий эпид</w:t>
      </w:r>
      <w:r w:rsidR="000679E9">
        <w:t xml:space="preserve">емический </w:t>
      </w:r>
      <w:r>
        <w:t>сезон 2025 г.</w:t>
      </w:r>
      <w:r w:rsidR="00143233">
        <w:t xml:space="preserve">, </w:t>
      </w:r>
      <w:r w:rsidR="00143233">
        <w:t>проведения комплекса организационных, санитарно-противоэпидемических (профилактических) мероприятий просим</w:t>
      </w:r>
      <w:r w:rsidR="00143233">
        <w:t>:</w:t>
      </w:r>
    </w:p>
    <w:p w:rsidR="00143233" w:rsidRDefault="00143233" w:rsidP="00143233">
      <w:pPr>
        <w:spacing w:line="360" w:lineRule="exact"/>
        <w:ind w:firstLine="709"/>
        <w:jc w:val="both"/>
      </w:pPr>
      <w:r>
        <w:t xml:space="preserve">активизировать проведение информационно-просветительской кампании о мерах профилактики по приверженности к вакцинации против КВЭ </w:t>
      </w:r>
      <w:r w:rsidRPr="00143233">
        <w:t>на доступных информационных ресурсах (официальных сайтах и страницах, экранах, информационных уголках) путем распространения -информационного материала</w:t>
      </w:r>
      <w:r>
        <w:t>;</w:t>
      </w:r>
    </w:p>
    <w:p w:rsidR="007C14EC" w:rsidRDefault="00143233" w:rsidP="00143233">
      <w:pPr>
        <w:spacing w:line="360" w:lineRule="exact"/>
        <w:ind w:firstLine="709"/>
        <w:jc w:val="both"/>
      </w:pPr>
      <w:r w:rsidRPr="00143233">
        <w:lastRenderedPageBreak/>
        <w:tab/>
        <w:t xml:space="preserve">провести разъяснительную работу среди работников </w:t>
      </w:r>
      <w:r>
        <w:t xml:space="preserve">и детей </w:t>
      </w:r>
      <w:r w:rsidRPr="00143233">
        <w:t xml:space="preserve">о вакцинопрофилактике КВЭ </w:t>
      </w:r>
      <w:r>
        <w:t>и алгоритме действий при обнаружении присасывания клещей;</w:t>
      </w:r>
    </w:p>
    <w:p w:rsidR="00143233" w:rsidRDefault="00143233" w:rsidP="00143233">
      <w:pPr>
        <w:spacing w:line="360" w:lineRule="exact"/>
        <w:ind w:firstLine="709"/>
        <w:jc w:val="both"/>
      </w:pPr>
      <w:r w:rsidRPr="00143233">
        <w:tab/>
        <w:t>оказать содействие медицинским работникам в проведении иммунизации детского населения против КВЭ</w:t>
      </w:r>
      <w:r>
        <w:t>.</w:t>
      </w:r>
    </w:p>
    <w:p w:rsidR="00143233" w:rsidRDefault="00143233" w:rsidP="00143233">
      <w:pPr>
        <w:spacing w:line="360" w:lineRule="exact"/>
        <w:ind w:firstLine="709"/>
        <w:jc w:val="both"/>
      </w:pPr>
      <w:r>
        <w:t>Информацию о размещении материалов по профилактике клещевого вирусного энцефалита (далее – КВЭ) заполн</w:t>
      </w:r>
      <w:r w:rsidR="00D30E18">
        <w:t>и</w:t>
      </w:r>
      <w:r>
        <w:t>ть на сервисе «</w:t>
      </w:r>
      <w:proofErr w:type="spellStart"/>
      <w:r>
        <w:t>Яндекс.Документы</w:t>
      </w:r>
      <w:proofErr w:type="spellEnd"/>
      <w:r>
        <w:t xml:space="preserve">» по ссылке: </w:t>
      </w:r>
      <w:hyperlink r:id="rId9" w:history="1">
        <w:r w:rsidRPr="00795DA4">
          <w:rPr>
            <w:rStyle w:val="af0"/>
          </w:rPr>
          <w:t>https://disk.yandex.ru/i/QkaV9CD1nMIEHQ</w:t>
        </w:r>
      </w:hyperlink>
      <w:r w:rsidR="00D30E18">
        <w:t xml:space="preserve"> в срок до 20.03.2025</w:t>
      </w:r>
      <w:r>
        <w:t xml:space="preserve">. </w:t>
      </w:r>
    </w:p>
    <w:p w:rsidR="00D30E18" w:rsidRDefault="002839AE" w:rsidP="00D30E18">
      <w:pPr>
        <w:spacing w:before="720" w:after="1440" w:line="360" w:lineRule="exact"/>
        <w:ind w:firstLine="709"/>
        <w:jc w:val="both"/>
      </w:pPr>
      <w:r>
        <w:t>Приложение: на 5 л. в 1 экз.</w:t>
      </w:r>
    </w:p>
    <w:p w:rsidR="00143233" w:rsidRDefault="00143233" w:rsidP="00143233">
      <w:pPr>
        <w:pStyle w:val="ac"/>
        <w:spacing w:before="1440" w:line="360" w:lineRule="exact"/>
        <w:jc w:val="both"/>
        <w:rPr>
          <w:szCs w:val="28"/>
        </w:rPr>
      </w:pPr>
      <w:r>
        <w:rPr>
          <w:szCs w:val="28"/>
        </w:rPr>
        <w:t xml:space="preserve">С уважением, </w:t>
      </w:r>
    </w:p>
    <w:p w:rsidR="00143233" w:rsidRDefault="00143233" w:rsidP="00143233">
      <w:pPr>
        <w:jc w:val="both"/>
        <w:rPr>
          <w:szCs w:val="28"/>
        </w:rPr>
      </w:pPr>
      <w:r>
        <w:rPr>
          <w:szCs w:val="28"/>
        </w:rPr>
        <w:t xml:space="preserve">начальник                                                                                            </w:t>
      </w:r>
      <w:proofErr w:type="spellStart"/>
      <w:r>
        <w:rPr>
          <w:szCs w:val="28"/>
        </w:rPr>
        <w:t>О.В.Паршакова</w:t>
      </w:r>
      <w:proofErr w:type="spellEnd"/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143233">
      <w:pPr>
        <w:jc w:val="both"/>
        <w:rPr>
          <w:sz w:val="20"/>
        </w:rPr>
      </w:pPr>
    </w:p>
    <w:p w:rsidR="00143233" w:rsidRDefault="00143233" w:rsidP="002839AE">
      <w:pPr>
        <w:jc w:val="both"/>
      </w:pPr>
      <w:r>
        <w:rPr>
          <w:sz w:val="24"/>
        </w:rPr>
        <w:t>Юшкова Нина Викторовна</w:t>
      </w:r>
      <w:r w:rsidRPr="00D07C7F">
        <w:rPr>
          <w:sz w:val="24"/>
        </w:rPr>
        <w:t>, 8 (34 271) 6 47 20, доб.2</w:t>
      </w:r>
      <w:r>
        <w:rPr>
          <w:sz w:val="24"/>
        </w:rPr>
        <w:t>12</w:t>
      </w:r>
      <w:r w:rsidRPr="00D07C7F">
        <w:rPr>
          <w:sz w:val="32"/>
        </w:rPr>
        <w:tab/>
      </w:r>
    </w:p>
    <w:sectPr w:rsidR="00143233" w:rsidSect="0085173B">
      <w:headerReference w:type="even" r:id="rId10"/>
      <w:headerReference w:type="default" r:id="rId11"/>
      <w:footerReference w:type="default" r:id="rId12"/>
      <w:footerReference w:type="first" r:id="rId13"/>
      <w:type w:val="continuous"/>
      <w:pgSz w:w="11907" w:h="16840" w:code="9"/>
      <w:pgMar w:top="567" w:right="851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659" w:rsidRDefault="00DB7659">
      <w:r>
        <w:separator/>
      </w:r>
    </w:p>
  </w:endnote>
  <w:endnote w:type="continuationSeparator" w:id="0">
    <w:p w:rsidR="00DB7659" w:rsidRDefault="00DB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253" w:rsidRDefault="00B12253">
    <w:pPr>
      <w:pStyle w:val="a9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253" w:rsidRDefault="00B12253">
    <w:pPr>
      <w:pStyle w:val="a9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659" w:rsidRDefault="00DB7659">
      <w:r>
        <w:separator/>
      </w:r>
    </w:p>
  </w:footnote>
  <w:footnote w:type="continuationSeparator" w:id="0">
    <w:p w:rsidR="00DB7659" w:rsidRDefault="00DB7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253" w:rsidRDefault="00994D36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B12253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253" w:rsidRDefault="00994D36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B12253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839AE">
      <w:rPr>
        <w:rStyle w:val="ae"/>
        <w:noProof/>
      </w:rPr>
      <w:t>2</w:t>
    </w:r>
    <w:r>
      <w:rPr>
        <w:rStyle w:val="ae"/>
      </w:rPr>
      <w:fldChar w:fldCharType="end"/>
    </w:r>
  </w:p>
  <w:p w:rsidR="00B12253" w:rsidRDefault="00B12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125"/>
    <w:rsid w:val="000239C8"/>
    <w:rsid w:val="00031EB5"/>
    <w:rsid w:val="000320E4"/>
    <w:rsid w:val="000418D8"/>
    <w:rsid w:val="000679E9"/>
    <w:rsid w:val="00073159"/>
    <w:rsid w:val="0007358C"/>
    <w:rsid w:val="00091359"/>
    <w:rsid w:val="000961E4"/>
    <w:rsid w:val="000A1018"/>
    <w:rsid w:val="000A1249"/>
    <w:rsid w:val="000A6A99"/>
    <w:rsid w:val="000B44F6"/>
    <w:rsid w:val="000C1A8D"/>
    <w:rsid w:val="000D327F"/>
    <w:rsid w:val="00136C19"/>
    <w:rsid w:val="00143233"/>
    <w:rsid w:val="001450B8"/>
    <w:rsid w:val="001617A8"/>
    <w:rsid w:val="001813AE"/>
    <w:rsid w:val="00191FB7"/>
    <w:rsid w:val="0019325C"/>
    <w:rsid w:val="001B71E3"/>
    <w:rsid w:val="001C46CA"/>
    <w:rsid w:val="001D007C"/>
    <w:rsid w:val="001D1569"/>
    <w:rsid w:val="001F6CBF"/>
    <w:rsid w:val="00252BE5"/>
    <w:rsid w:val="0028108D"/>
    <w:rsid w:val="002839AE"/>
    <w:rsid w:val="0028575D"/>
    <w:rsid w:val="0028655A"/>
    <w:rsid w:val="00290178"/>
    <w:rsid w:val="002A1714"/>
    <w:rsid w:val="002E0EAA"/>
    <w:rsid w:val="00340E97"/>
    <w:rsid w:val="00353DEB"/>
    <w:rsid w:val="00374D41"/>
    <w:rsid w:val="003807C0"/>
    <w:rsid w:val="003D3930"/>
    <w:rsid w:val="003E5046"/>
    <w:rsid w:val="00424902"/>
    <w:rsid w:val="004448E6"/>
    <w:rsid w:val="00482187"/>
    <w:rsid w:val="004F34AC"/>
    <w:rsid w:val="004F4125"/>
    <w:rsid w:val="004F68BF"/>
    <w:rsid w:val="00534011"/>
    <w:rsid w:val="0053612B"/>
    <w:rsid w:val="005438E0"/>
    <w:rsid w:val="005505FE"/>
    <w:rsid w:val="00551188"/>
    <w:rsid w:val="00552ADF"/>
    <w:rsid w:val="00574711"/>
    <w:rsid w:val="005B3D02"/>
    <w:rsid w:val="005D6022"/>
    <w:rsid w:val="006073FA"/>
    <w:rsid w:val="00621554"/>
    <w:rsid w:val="006333E0"/>
    <w:rsid w:val="00661E04"/>
    <w:rsid w:val="0067148A"/>
    <w:rsid w:val="00694CCA"/>
    <w:rsid w:val="00695F25"/>
    <w:rsid w:val="006A76F7"/>
    <w:rsid w:val="006D443E"/>
    <w:rsid w:val="00724EFB"/>
    <w:rsid w:val="00736B92"/>
    <w:rsid w:val="00761D5E"/>
    <w:rsid w:val="00787C24"/>
    <w:rsid w:val="007A6D0C"/>
    <w:rsid w:val="007C14EC"/>
    <w:rsid w:val="007D74B2"/>
    <w:rsid w:val="007E5F58"/>
    <w:rsid w:val="007F62D0"/>
    <w:rsid w:val="00813D20"/>
    <w:rsid w:val="0085173B"/>
    <w:rsid w:val="00861BE3"/>
    <w:rsid w:val="00875736"/>
    <w:rsid w:val="00881E2A"/>
    <w:rsid w:val="00886BA6"/>
    <w:rsid w:val="00891A28"/>
    <w:rsid w:val="008A300E"/>
    <w:rsid w:val="008C082A"/>
    <w:rsid w:val="008C41D1"/>
    <w:rsid w:val="008E0D07"/>
    <w:rsid w:val="00946A6E"/>
    <w:rsid w:val="00953DC2"/>
    <w:rsid w:val="00955452"/>
    <w:rsid w:val="00973EE1"/>
    <w:rsid w:val="00983927"/>
    <w:rsid w:val="00994D36"/>
    <w:rsid w:val="009C74FA"/>
    <w:rsid w:val="009D34A4"/>
    <w:rsid w:val="009E48FD"/>
    <w:rsid w:val="00A02124"/>
    <w:rsid w:val="00A20CAB"/>
    <w:rsid w:val="00A5124E"/>
    <w:rsid w:val="00A63A3C"/>
    <w:rsid w:val="00A7019E"/>
    <w:rsid w:val="00AB2284"/>
    <w:rsid w:val="00AB61AD"/>
    <w:rsid w:val="00AF682C"/>
    <w:rsid w:val="00B12253"/>
    <w:rsid w:val="00B17F20"/>
    <w:rsid w:val="00B306F9"/>
    <w:rsid w:val="00B4508E"/>
    <w:rsid w:val="00B4528C"/>
    <w:rsid w:val="00B51B7C"/>
    <w:rsid w:val="00B71DA1"/>
    <w:rsid w:val="00B7218D"/>
    <w:rsid w:val="00B90487"/>
    <w:rsid w:val="00B9061B"/>
    <w:rsid w:val="00BA7D52"/>
    <w:rsid w:val="00BB2DC6"/>
    <w:rsid w:val="00BC4603"/>
    <w:rsid w:val="00C11CD6"/>
    <w:rsid w:val="00C4710E"/>
    <w:rsid w:val="00C76D98"/>
    <w:rsid w:val="00C813BC"/>
    <w:rsid w:val="00C8303E"/>
    <w:rsid w:val="00C91D2D"/>
    <w:rsid w:val="00C97BDE"/>
    <w:rsid w:val="00CA6B06"/>
    <w:rsid w:val="00CB0CD4"/>
    <w:rsid w:val="00CD46BC"/>
    <w:rsid w:val="00D22187"/>
    <w:rsid w:val="00D30E18"/>
    <w:rsid w:val="00D51DC3"/>
    <w:rsid w:val="00D6769F"/>
    <w:rsid w:val="00D712A8"/>
    <w:rsid w:val="00D72E52"/>
    <w:rsid w:val="00DA24F6"/>
    <w:rsid w:val="00DB3748"/>
    <w:rsid w:val="00DB7659"/>
    <w:rsid w:val="00DF4430"/>
    <w:rsid w:val="00E246F5"/>
    <w:rsid w:val="00E44BE7"/>
    <w:rsid w:val="00E614D0"/>
    <w:rsid w:val="00E71089"/>
    <w:rsid w:val="00E72812"/>
    <w:rsid w:val="00E7377C"/>
    <w:rsid w:val="00E8211E"/>
    <w:rsid w:val="00EB2B5B"/>
    <w:rsid w:val="00EB400D"/>
    <w:rsid w:val="00EC71DC"/>
    <w:rsid w:val="00EE5B8A"/>
    <w:rsid w:val="00F043D3"/>
    <w:rsid w:val="00F20FE0"/>
    <w:rsid w:val="00F34240"/>
    <w:rsid w:val="00F46037"/>
    <w:rsid w:val="00F67441"/>
    <w:rsid w:val="00F919B8"/>
    <w:rsid w:val="00FC0FBD"/>
    <w:rsid w:val="00FC50FC"/>
    <w:rsid w:val="00FD415B"/>
    <w:rsid w:val="00FD550A"/>
    <w:rsid w:val="00FE5574"/>
    <w:rsid w:val="00FF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091839"/>
  <w15:docId w15:val="{BF54AD72-7A8A-48EA-A8FE-18C33E000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69F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5">
    <w:name w:val="Заголовок к тексту"/>
    <w:basedOn w:val="a"/>
    <w:next w:val="a6"/>
    <w:rsid w:val="00DA24F6"/>
    <w:pPr>
      <w:suppressAutoHyphens/>
      <w:spacing w:after="480" w:line="240" w:lineRule="exact"/>
    </w:pPr>
    <w:rPr>
      <w:b/>
    </w:rPr>
  </w:style>
  <w:style w:type="paragraph" w:styleId="a6">
    <w:name w:val="Body Text"/>
    <w:basedOn w:val="a"/>
    <w:link w:val="a7"/>
    <w:rsid w:val="00DA24F6"/>
    <w:pPr>
      <w:spacing w:line="360" w:lineRule="exact"/>
      <w:ind w:firstLine="720"/>
      <w:jc w:val="both"/>
    </w:pPr>
  </w:style>
  <w:style w:type="paragraph" w:customStyle="1" w:styleId="a8">
    <w:name w:val="Исполнитель"/>
    <w:basedOn w:val="a6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9">
    <w:name w:val="footer"/>
    <w:basedOn w:val="a"/>
    <w:rsid w:val="00DA24F6"/>
    <w:pPr>
      <w:suppressAutoHyphens/>
    </w:pPr>
    <w:rPr>
      <w:sz w:val="20"/>
    </w:rPr>
  </w:style>
  <w:style w:type="paragraph" w:styleId="aa">
    <w:name w:val="Signature"/>
    <w:basedOn w:val="a"/>
    <w:next w:val="a6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b">
    <w:name w:val="Приложение"/>
    <w:basedOn w:val="a6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c">
    <w:name w:val="Адресат"/>
    <w:basedOn w:val="a"/>
    <w:rsid w:val="00DA24F6"/>
    <w:pPr>
      <w:suppressAutoHyphens/>
      <w:spacing w:line="240" w:lineRule="exact"/>
    </w:pPr>
  </w:style>
  <w:style w:type="paragraph" w:customStyle="1" w:styleId="ad">
    <w:name w:val="Подпись на  бланке должностного лица"/>
    <w:basedOn w:val="a"/>
    <w:next w:val="a6"/>
    <w:rsid w:val="00DA24F6"/>
    <w:pPr>
      <w:spacing w:before="480" w:line="240" w:lineRule="exact"/>
      <w:ind w:left="7088"/>
    </w:pPr>
  </w:style>
  <w:style w:type="character" w:styleId="ae">
    <w:name w:val="page number"/>
    <w:basedOn w:val="a0"/>
    <w:rsid w:val="00DA24F6"/>
  </w:style>
  <w:style w:type="paragraph" w:styleId="af">
    <w:name w:val="Balloon Text"/>
    <w:basedOn w:val="a"/>
    <w:semiHidden/>
    <w:rsid w:val="007E5F58"/>
    <w:rPr>
      <w:rFonts w:ascii="Tahoma" w:hAnsi="Tahoma" w:cs="Tahoma"/>
      <w:sz w:val="16"/>
      <w:szCs w:val="16"/>
    </w:rPr>
  </w:style>
  <w:style w:type="character" w:styleId="af0">
    <w:name w:val="Hyperlink"/>
    <w:rsid w:val="00B71DA1"/>
    <w:rPr>
      <w:color w:val="0563C1"/>
      <w:u w:val="single"/>
    </w:rPr>
  </w:style>
  <w:style w:type="character" w:customStyle="1" w:styleId="a7">
    <w:name w:val="Основной текст Знак"/>
    <w:basedOn w:val="a0"/>
    <w:link w:val="a6"/>
    <w:rsid w:val="00073159"/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CD46B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i/QkaV9CD1nMIEHQ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&#1055;&#1080;&#1089;&#1100;&#1084;&#1086;_&#1072;&#1076;&#1084;_&#1050;&#1052;&#1054;_&#1055;&#105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83040-C737-426A-A6A2-2826AF831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Письмо_адм_КМО_ПК</Template>
  <TotalTime>49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2021-08-06T08:20:00Z</cp:lastPrinted>
  <dcterms:created xsi:type="dcterms:W3CDTF">2025-03-11T07:11:00Z</dcterms:created>
  <dcterms:modified xsi:type="dcterms:W3CDTF">2025-03-11T08:24:00Z</dcterms:modified>
</cp:coreProperties>
</file>